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75" w:rsidRPr="00106A2C" w:rsidRDefault="00A86BE5" w:rsidP="00106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4C4D" w:rsidRDefault="001661A2" w:rsidP="001661A2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1661A2" w:rsidRDefault="001661A2" w:rsidP="001661A2">
      <w:pPr>
        <w:pStyle w:val="a3"/>
        <w:tabs>
          <w:tab w:val="clear" w:pos="4153"/>
          <w:tab w:val="clear" w:pos="8306"/>
        </w:tabs>
        <w:ind w:firstLine="709"/>
        <w:rPr>
          <w:sz w:val="28"/>
          <w:szCs w:val="28"/>
        </w:rPr>
      </w:pPr>
    </w:p>
    <w:p w:rsidR="006A5AAA" w:rsidRDefault="002E79EB" w:rsidP="00352EE9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«____» ________ 20</w:t>
      </w:r>
      <w:r w:rsidR="00255999">
        <w:rPr>
          <w:sz w:val="28"/>
          <w:szCs w:val="28"/>
        </w:rPr>
        <w:t>1</w:t>
      </w:r>
      <w:r w:rsidR="007C03DD">
        <w:rPr>
          <w:sz w:val="28"/>
          <w:szCs w:val="28"/>
        </w:rPr>
        <w:t>3</w:t>
      </w:r>
      <w:r w:rsidR="001661A2" w:rsidRPr="002730FB">
        <w:rPr>
          <w:sz w:val="28"/>
          <w:szCs w:val="28"/>
        </w:rPr>
        <w:t xml:space="preserve"> г.     </w:t>
      </w:r>
      <w:r w:rsidR="00352EE9">
        <w:rPr>
          <w:sz w:val="28"/>
          <w:szCs w:val="28"/>
        </w:rPr>
        <w:t xml:space="preserve">        </w:t>
      </w:r>
      <w:r w:rsidR="00261506">
        <w:rPr>
          <w:sz w:val="28"/>
          <w:szCs w:val="28"/>
        </w:rPr>
        <w:t xml:space="preserve">  </w:t>
      </w:r>
      <w:r w:rsidR="001661A2" w:rsidRPr="002730FB">
        <w:rPr>
          <w:sz w:val="28"/>
          <w:szCs w:val="28"/>
        </w:rPr>
        <w:t xml:space="preserve">   № _____                           </w:t>
      </w:r>
      <w:r w:rsidR="00352EE9">
        <w:rPr>
          <w:sz w:val="28"/>
          <w:szCs w:val="28"/>
        </w:rPr>
        <w:t xml:space="preserve">         </w:t>
      </w:r>
      <w:r w:rsidR="00261506">
        <w:rPr>
          <w:sz w:val="28"/>
          <w:szCs w:val="28"/>
        </w:rPr>
        <w:t xml:space="preserve">    </w:t>
      </w:r>
      <w:r w:rsidR="001661A2" w:rsidRPr="002730FB">
        <w:rPr>
          <w:sz w:val="28"/>
          <w:szCs w:val="28"/>
        </w:rPr>
        <w:t xml:space="preserve">   г. Элиста</w:t>
      </w:r>
    </w:p>
    <w:p w:rsidR="00255999" w:rsidRDefault="00255999" w:rsidP="00A9744C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A060EB" w:rsidRDefault="00A060EB" w:rsidP="00A9744C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7C03DD" w:rsidRPr="006409D5" w:rsidRDefault="007C03DD" w:rsidP="007C03DD">
      <w:pPr>
        <w:autoSpaceDE w:val="0"/>
        <w:autoSpaceDN w:val="0"/>
        <w:adjustRightInd w:val="0"/>
        <w:jc w:val="left"/>
        <w:rPr>
          <w:bCs/>
          <w:sz w:val="28"/>
          <w:szCs w:val="28"/>
        </w:rPr>
      </w:pPr>
      <w:r w:rsidRPr="006409D5">
        <w:rPr>
          <w:bCs/>
          <w:sz w:val="28"/>
          <w:szCs w:val="28"/>
        </w:rPr>
        <w:t xml:space="preserve">Об утверждении Порядка оказания </w:t>
      </w:r>
      <w:proofErr w:type="gramStart"/>
      <w:r w:rsidRPr="006409D5">
        <w:rPr>
          <w:bCs/>
          <w:sz w:val="28"/>
          <w:szCs w:val="28"/>
        </w:rPr>
        <w:t>бесплатной</w:t>
      </w:r>
      <w:proofErr w:type="gramEnd"/>
      <w:r w:rsidRPr="006409D5">
        <w:rPr>
          <w:bCs/>
          <w:sz w:val="28"/>
          <w:szCs w:val="28"/>
        </w:rPr>
        <w:t xml:space="preserve"> юридической</w:t>
      </w:r>
    </w:p>
    <w:p w:rsidR="007C03DD" w:rsidRPr="006409D5" w:rsidRDefault="007C03DD" w:rsidP="007C03DD">
      <w:pPr>
        <w:autoSpaceDE w:val="0"/>
        <w:autoSpaceDN w:val="0"/>
        <w:adjustRightInd w:val="0"/>
        <w:jc w:val="left"/>
        <w:rPr>
          <w:bCs/>
          <w:sz w:val="28"/>
          <w:szCs w:val="28"/>
        </w:rPr>
      </w:pPr>
      <w:r w:rsidRPr="006409D5">
        <w:rPr>
          <w:bCs/>
          <w:sz w:val="28"/>
          <w:szCs w:val="28"/>
        </w:rPr>
        <w:t>помощи в рамках государственной системы</w:t>
      </w:r>
    </w:p>
    <w:p w:rsidR="002B10CB" w:rsidRPr="006409D5" w:rsidRDefault="007C03DD" w:rsidP="007C03DD">
      <w:pPr>
        <w:autoSpaceDE w:val="0"/>
        <w:autoSpaceDN w:val="0"/>
        <w:adjustRightInd w:val="0"/>
        <w:jc w:val="left"/>
        <w:rPr>
          <w:color w:val="000000"/>
          <w:spacing w:val="2"/>
          <w:sz w:val="28"/>
          <w:szCs w:val="28"/>
        </w:rPr>
      </w:pPr>
      <w:r w:rsidRPr="006409D5">
        <w:rPr>
          <w:bCs/>
          <w:sz w:val="28"/>
          <w:szCs w:val="28"/>
        </w:rPr>
        <w:t>бесплатной юридической помощи</w:t>
      </w:r>
    </w:p>
    <w:p w:rsidR="002B10CB" w:rsidRDefault="002B10CB" w:rsidP="002B10CB">
      <w:pPr>
        <w:pStyle w:val="a3"/>
        <w:tabs>
          <w:tab w:val="left" w:pos="708"/>
        </w:tabs>
        <w:ind w:right="3258"/>
        <w:rPr>
          <w:color w:val="000000"/>
          <w:spacing w:val="2"/>
          <w:sz w:val="28"/>
          <w:szCs w:val="28"/>
        </w:rPr>
      </w:pPr>
    </w:p>
    <w:p w:rsidR="006409D5" w:rsidRPr="006409D5" w:rsidRDefault="006409D5" w:rsidP="002B10CB">
      <w:pPr>
        <w:pStyle w:val="a3"/>
        <w:tabs>
          <w:tab w:val="left" w:pos="708"/>
        </w:tabs>
        <w:ind w:right="3258"/>
        <w:rPr>
          <w:color w:val="000000"/>
          <w:spacing w:val="2"/>
          <w:sz w:val="28"/>
          <w:szCs w:val="28"/>
        </w:rPr>
      </w:pPr>
    </w:p>
    <w:p w:rsidR="002B10CB" w:rsidRPr="006409D5" w:rsidRDefault="002B10CB" w:rsidP="00FB254E">
      <w:pPr>
        <w:autoSpaceDE w:val="0"/>
        <w:autoSpaceDN w:val="0"/>
        <w:adjustRightInd w:val="0"/>
        <w:rPr>
          <w:color w:val="000000"/>
          <w:spacing w:val="2"/>
          <w:sz w:val="28"/>
          <w:szCs w:val="28"/>
        </w:rPr>
      </w:pPr>
      <w:r w:rsidRPr="006409D5">
        <w:rPr>
          <w:color w:val="000000"/>
          <w:spacing w:val="2"/>
          <w:sz w:val="28"/>
          <w:szCs w:val="28"/>
        </w:rPr>
        <w:tab/>
      </w:r>
      <w:proofErr w:type="gramStart"/>
      <w:r w:rsidR="007C03DD" w:rsidRPr="006409D5">
        <w:rPr>
          <w:sz w:val="28"/>
          <w:szCs w:val="28"/>
        </w:rPr>
        <w:t>В целях реализации Федерального закона от 21.11.2011 г. № 324-ФЗ «О бесплатной юридической помощи в Российской Федерации», Законом Республики Калмыкия от 20.09.2012 № 373-IV-З «О бесплатной юридической помощи и материально-техническом и финансовом обеспечении оказания юридической помощи в малонаселенных местностях»</w:t>
      </w:r>
      <w:r w:rsidR="00FB254E">
        <w:rPr>
          <w:sz w:val="28"/>
          <w:szCs w:val="28"/>
        </w:rPr>
        <w:t xml:space="preserve"> и Постановлением Правительства Республики Калмыкия от 07.03.2013 № 107 «О реализации Закона Республики Калмыкия от 20 сентября 2012 г. № 373-IV-З «О бесплатной юридической помощи</w:t>
      </w:r>
      <w:proofErr w:type="gramEnd"/>
      <w:r w:rsidR="00FB254E">
        <w:rPr>
          <w:sz w:val="28"/>
          <w:szCs w:val="28"/>
        </w:rPr>
        <w:t xml:space="preserve"> и материально-техническом и финансовом </w:t>
      </w:r>
      <w:proofErr w:type="gramStart"/>
      <w:r w:rsidR="00FB254E">
        <w:rPr>
          <w:sz w:val="28"/>
          <w:szCs w:val="28"/>
        </w:rPr>
        <w:t>обеспечении</w:t>
      </w:r>
      <w:proofErr w:type="gramEnd"/>
      <w:r w:rsidR="00FB254E">
        <w:rPr>
          <w:sz w:val="28"/>
          <w:szCs w:val="28"/>
        </w:rPr>
        <w:t xml:space="preserve"> оказания юридической помощи в малонаселенных местностях» </w:t>
      </w:r>
      <w:r w:rsidRPr="006409D5">
        <w:rPr>
          <w:color w:val="000000"/>
          <w:spacing w:val="2"/>
          <w:sz w:val="28"/>
          <w:szCs w:val="28"/>
        </w:rPr>
        <w:t xml:space="preserve"> </w:t>
      </w:r>
      <w:r w:rsidRPr="006409D5">
        <w:rPr>
          <w:color w:val="000000"/>
          <w:spacing w:val="60"/>
          <w:sz w:val="28"/>
          <w:szCs w:val="28"/>
        </w:rPr>
        <w:t>приказываю</w:t>
      </w:r>
      <w:r w:rsidRPr="006409D5">
        <w:rPr>
          <w:color w:val="000000"/>
          <w:spacing w:val="2"/>
          <w:sz w:val="28"/>
          <w:szCs w:val="28"/>
        </w:rPr>
        <w:t>:</w:t>
      </w:r>
    </w:p>
    <w:p w:rsidR="00C1499B" w:rsidRPr="006409D5" w:rsidRDefault="00C1499B" w:rsidP="00FB254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1. Утвердить Порядок оказания бесплатной юридической помощи в рамках государственной системы бесплатной юридической помощи в Министерстве по земельным и имущественным отношениям Республики Калмыкия согласно приложению к настоящему приказу.</w:t>
      </w:r>
    </w:p>
    <w:p w:rsidR="002B10CB" w:rsidRPr="006409D5" w:rsidRDefault="00C1499B" w:rsidP="00FB254E">
      <w:pPr>
        <w:autoSpaceDE w:val="0"/>
        <w:autoSpaceDN w:val="0"/>
        <w:adjustRightInd w:val="0"/>
        <w:ind w:firstLine="709"/>
        <w:rPr>
          <w:color w:val="000000"/>
          <w:spacing w:val="2"/>
          <w:sz w:val="28"/>
          <w:szCs w:val="28"/>
        </w:rPr>
      </w:pPr>
      <w:r w:rsidRPr="006409D5">
        <w:rPr>
          <w:i/>
          <w:sz w:val="28"/>
          <w:szCs w:val="28"/>
        </w:rPr>
        <w:t xml:space="preserve">2. </w:t>
      </w:r>
      <w:proofErr w:type="gramStart"/>
      <w:r w:rsidRPr="006409D5">
        <w:rPr>
          <w:sz w:val="28"/>
          <w:szCs w:val="28"/>
        </w:rPr>
        <w:t>Контроль за</w:t>
      </w:r>
      <w:proofErr w:type="gramEnd"/>
      <w:r w:rsidRPr="006409D5">
        <w:rPr>
          <w:sz w:val="28"/>
          <w:szCs w:val="28"/>
        </w:rPr>
        <w:t xml:space="preserve"> исполнением настоящего приказа возложить на заместителя Министра </w:t>
      </w:r>
      <w:proofErr w:type="spellStart"/>
      <w:r w:rsidRPr="006409D5">
        <w:rPr>
          <w:sz w:val="28"/>
          <w:szCs w:val="28"/>
        </w:rPr>
        <w:t>Лиджиева</w:t>
      </w:r>
      <w:proofErr w:type="spellEnd"/>
      <w:r w:rsidRPr="006409D5">
        <w:rPr>
          <w:sz w:val="28"/>
          <w:szCs w:val="28"/>
        </w:rPr>
        <w:t xml:space="preserve"> Б.О. </w:t>
      </w:r>
    </w:p>
    <w:p w:rsidR="00B61324" w:rsidRDefault="00B61324" w:rsidP="002B10CB">
      <w:pPr>
        <w:pStyle w:val="a3"/>
        <w:tabs>
          <w:tab w:val="left" w:pos="708"/>
        </w:tabs>
        <w:ind w:right="-6"/>
        <w:rPr>
          <w:color w:val="000000"/>
          <w:spacing w:val="2"/>
          <w:szCs w:val="26"/>
        </w:rPr>
      </w:pPr>
    </w:p>
    <w:p w:rsidR="00FB20E0" w:rsidRPr="006409D5" w:rsidRDefault="00FB20E0" w:rsidP="002B10CB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056FA7" w:rsidRPr="006409D5" w:rsidRDefault="00056FA7" w:rsidP="002B10CB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2B10CB" w:rsidRPr="006409D5" w:rsidRDefault="007210C3" w:rsidP="002B10CB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  <w:r w:rsidRPr="006409D5">
        <w:rPr>
          <w:color w:val="000000"/>
          <w:spacing w:val="2"/>
          <w:sz w:val="28"/>
          <w:szCs w:val="28"/>
        </w:rPr>
        <w:t xml:space="preserve">Министр                                                       </w:t>
      </w:r>
      <w:r w:rsidR="00673865" w:rsidRPr="006409D5">
        <w:rPr>
          <w:color w:val="000000"/>
          <w:spacing w:val="2"/>
          <w:sz w:val="28"/>
          <w:szCs w:val="28"/>
        </w:rPr>
        <w:t xml:space="preserve">                                     Н.Б. Андреев</w:t>
      </w:r>
    </w:p>
    <w:p w:rsidR="00255999" w:rsidRPr="006409D5" w:rsidRDefault="00255999" w:rsidP="00A9744C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0B32E1" w:rsidRPr="006409D5" w:rsidRDefault="000B32E1" w:rsidP="00A9744C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6A2390" w:rsidRDefault="006A2390" w:rsidP="00A9744C">
      <w:pPr>
        <w:pStyle w:val="a3"/>
        <w:tabs>
          <w:tab w:val="left" w:pos="708"/>
        </w:tabs>
        <w:ind w:right="-6"/>
        <w:rPr>
          <w:color w:val="000000"/>
          <w:spacing w:val="2"/>
          <w:szCs w:val="26"/>
        </w:rPr>
      </w:pPr>
    </w:p>
    <w:p w:rsidR="006A2390" w:rsidRDefault="006A2390" w:rsidP="00A9744C">
      <w:pPr>
        <w:pStyle w:val="a3"/>
        <w:tabs>
          <w:tab w:val="left" w:pos="708"/>
        </w:tabs>
        <w:ind w:right="-6"/>
        <w:rPr>
          <w:color w:val="000000"/>
          <w:spacing w:val="2"/>
          <w:szCs w:val="26"/>
        </w:rPr>
      </w:pPr>
    </w:p>
    <w:p w:rsidR="00897A26" w:rsidRDefault="00897A26" w:rsidP="00897A26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897A26" w:rsidRDefault="00897A26" w:rsidP="00897A26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897A26" w:rsidRDefault="00897A26" w:rsidP="00897A26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6A2390" w:rsidRDefault="006A2390" w:rsidP="00A9744C">
      <w:pPr>
        <w:pStyle w:val="a3"/>
        <w:tabs>
          <w:tab w:val="left" w:pos="708"/>
        </w:tabs>
        <w:ind w:right="-6"/>
        <w:rPr>
          <w:color w:val="000000"/>
          <w:spacing w:val="2"/>
          <w:sz w:val="24"/>
          <w:szCs w:val="24"/>
        </w:rPr>
      </w:pPr>
      <w:bookmarkStart w:id="0" w:name="_GoBack"/>
      <w:bookmarkEnd w:id="0"/>
    </w:p>
    <w:p w:rsidR="006A2390" w:rsidRPr="006409D5" w:rsidRDefault="006A2390" w:rsidP="00A9744C">
      <w:pPr>
        <w:pStyle w:val="a3"/>
        <w:tabs>
          <w:tab w:val="left" w:pos="708"/>
        </w:tabs>
        <w:ind w:right="-6"/>
        <w:rPr>
          <w:color w:val="000000"/>
          <w:spacing w:val="2"/>
          <w:sz w:val="28"/>
          <w:szCs w:val="28"/>
        </w:rPr>
      </w:pPr>
    </w:p>
    <w:p w:rsidR="006409D5" w:rsidRPr="006409D5" w:rsidRDefault="006409D5" w:rsidP="00254F3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409D5">
        <w:rPr>
          <w:sz w:val="28"/>
          <w:szCs w:val="28"/>
        </w:rPr>
        <w:lastRenderedPageBreak/>
        <w:t>Приложение</w:t>
      </w:r>
    </w:p>
    <w:p w:rsidR="00B8337B" w:rsidRDefault="006409D5" w:rsidP="00254F3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409D5">
        <w:rPr>
          <w:sz w:val="28"/>
          <w:szCs w:val="28"/>
        </w:rPr>
        <w:t xml:space="preserve">к приказу </w:t>
      </w:r>
      <w:r w:rsidR="00254F3F">
        <w:rPr>
          <w:sz w:val="28"/>
          <w:szCs w:val="28"/>
        </w:rPr>
        <w:t>Министерства</w:t>
      </w:r>
    </w:p>
    <w:p w:rsidR="00B8337B" w:rsidRDefault="00254F3F" w:rsidP="00254F3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 земельным</w:t>
      </w:r>
      <w:r w:rsidR="00B8337B">
        <w:rPr>
          <w:sz w:val="28"/>
          <w:szCs w:val="28"/>
        </w:rPr>
        <w:t xml:space="preserve"> </w:t>
      </w:r>
      <w:r>
        <w:rPr>
          <w:sz w:val="28"/>
          <w:szCs w:val="28"/>
        </w:rPr>
        <w:t>и имущественным</w:t>
      </w:r>
    </w:p>
    <w:p w:rsidR="006409D5" w:rsidRPr="006409D5" w:rsidRDefault="00254F3F" w:rsidP="00254F3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отношениям</w:t>
      </w:r>
      <w:r w:rsidR="006409D5" w:rsidRPr="006409D5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 xml:space="preserve"> </w:t>
      </w:r>
      <w:r w:rsidR="006409D5" w:rsidRPr="006409D5">
        <w:rPr>
          <w:sz w:val="28"/>
          <w:szCs w:val="28"/>
        </w:rPr>
        <w:t>К</w:t>
      </w:r>
      <w:r>
        <w:rPr>
          <w:sz w:val="28"/>
          <w:szCs w:val="28"/>
        </w:rPr>
        <w:t>алмыкия</w:t>
      </w:r>
    </w:p>
    <w:p w:rsidR="006409D5" w:rsidRPr="006409D5" w:rsidRDefault="006409D5" w:rsidP="00254F3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409D5">
        <w:rPr>
          <w:sz w:val="28"/>
          <w:szCs w:val="28"/>
        </w:rPr>
        <w:t>от «</w:t>
      </w:r>
      <w:r w:rsidR="00254F3F">
        <w:rPr>
          <w:sz w:val="28"/>
          <w:szCs w:val="28"/>
        </w:rPr>
        <w:t>__</w:t>
      </w:r>
      <w:r w:rsidRPr="006409D5">
        <w:rPr>
          <w:sz w:val="28"/>
          <w:szCs w:val="28"/>
        </w:rPr>
        <w:t xml:space="preserve">» </w:t>
      </w:r>
      <w:r w:rsidR="00254F3F">
        <w:rPr>
          <w:sz w:val="28"/>
          <w:szCs w:val="28"/>
        </w:rPr>
        <w:t>_______</w:t>
      </w:r>
      <w:r w:rsidRPr="006409D5">
        <w:rPr>
          <w:sz w:val="28"/>
          <w:szCs w:val="28"/>
        </w:rPr>
        <w:t xml:space="preserve"> 2013 г.</w:t>
      </w:r>
      <w:r w:rsidR="00B8337B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№</w:t>
      </w:r>
      <w:r w:rsidR="00254F3F">
        <w:rPr>
          <w:sz w:val="28"/>
          <w:szCs w:val="28"/>
        </w:rPr>
        <w:t xml:space="preserve"> </w:t>
      </w:r>
      <w:r w:rsidR="00B8337B">
        <w:rPr>
          <w:sz w:val="28"/>
          <w:szCs w:val="28"/>
        </w:rPr>
        <w:t>_______</w:t>
      </w:r>
    </w:p>
    <w:p w:rsidR="00B8337B" w:rsidRDefault="00B8337B" w:rsidP="006409D5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</w:p>
    <w:p w:rsidR="00B8337B" w:rsidRDefault="00B8337B" w:rsidP="006409D5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</w:p>
    <w:p w:rsidR="00B8337B" w:rsidRDefault="00B8337B" w:rsidP="006409D5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</w:p>
    <w:p w:rsidR="006409D5" w:rsidRPr="00B8337B" w:rsidRDefault="006409D5" w:rsidP="00B8337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337B">
        <w:rPr>
          <w:bCs/>
          <w:sz w:val="28"/>
          <w:szCs w:val="28"/>
        </w:rPr>
        <w:t>Порядок</w:t>
      </w:r>
    </w:p>
    <w:p w:rsidR="006409D5" w:rsidRPr="00B8337B" w:rsidRDefault="006409D5" w:rsidP="00B8337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337B">
        <w:rPr>
          <w:bCs/>
          <w:sz w:val="28"/>
          <w:szCs w:val="28"/>
        </w:rPr>
        <w:t>оказания бесплатной юридической помощи в рамках государственной</w:t>
      </w:r>
    </w:p>
    <w:p w:rsidR="00B8337B" w:rsidRPr="00B8337B" w:rsidRDefault="006409D5" w:rsidP="00B8337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8337B">
        <w:rPr>
          <w:bCs/>
          <w:sz w:val="28"/>
          <w:szCs w:val="28"/>
        </w:rPr>
        <w:t xml:space="preserve">системы бесплатной юридической помощи в </w:t>
      </w:r>
      <w:r w:rsidR="00B8337B" w:rsidRPr="00B8337B">
        <w:rPr>
          <w:sz w:val="28"/>
          <w:szCs w:val="28"/>
        </w:rPr>
        <w:t xml:space="preserve">Министерстве по </w:t>
      </w:r>
      <w:proofErr w:type="gramStart"/>
      <w:r w:rsidR="00B8337B" w:rsidRPr="00B8337B">
        <w:rPr>
          <w:sz w:val="28"/>
          <w:szCs w:val="28"/>
        </w:rPr>
        <w:t>земельным</w:t>
      </w:r>
      <w:proofErr w:type="gramEnd"/>
    </w:p>
    <w:p w:rsidR="00B8337B" w:rsidRPr="00B8337B" w:rsidRDefault="00B8337B" w:rsidP="00B8337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337B">
        <w:rPr>
          <w:sz w:val="28"/>
          <w:szCs w:val="28"/>
        </w:rPr>
        <w:t>и имущественным отношениям Республики Калмыкия</w:t>
      </w:r>
    </w:p>
    <w:p w:rsidR="006409D5" w:rsidRPr="006409D5" w:rsidRDefault="006409D5" w:rsidP="00B8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 xml:space="preserve">1. </w:t>
      </w:r>
      <w:proofErr w:type="gramStart"/>
      <w:r w:rsidRPr="006409D5">
        <w:rPr>
          <w:sz w:val="28"/>
          <w:szCs w:val="28"/>
        </w:rPr>
        <w:t>Настоящий Порядок оказания бесплатной юридической помощи в</w:t>
      </w:r>
      <w:r w:rsidR="00B8337B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рамках государственной системы бесплатной юридической помощи в </w:t>
      </w:r>
      <w:r w:rsidR="00B8337B">
        <w:rPr>
          <w:sz w:val="28"/>
          <w:szCs w:val="28"/>
        </w:rPr>
        <w:t>Министерстве по земельным и имущественным отношениям</w:t>
      </w:r>
      <w:r w:rsidR="00B8337B" w:rsidRPr="006409D5">
        <w:rPr>
          <w:sz w:val="28"/>
          <w:szCs w:val="28"/>
        </w:rPr>
        <w:t xml:space="preserve"> Республики</w:t>
      </w:r>
      <w:r w:rsidR="00B8337B">
        <w:rPr>
          <w:sz w:val="28"/>
          <w:szCs w:val="28"/>
        </w:rPr>
        <w:t xml:space="preserve"> </w:t>
      </w:r>
      <w:r w:rsidR="00B8337B" w:rsidRPr="006409D5">
        <w:rPr>
          <w:sz w:val="28"/>
          <w:szCs w:val="28"/>
        </w:rPr>
        <w:t>К</w:t>
      </w:r>
      <w:r w:rsidR="00B8337B">
        <w:rPr>
          <w:sz w:val="28"/>
          <w:szCs w:val="28"/>
        </w:rPr>
        <w:t>алмыкия</w:t>
      </w:r>
      <w:r w:rsidRPr="006409D5">
        <w:rPr>
          <w:sz w:val="28"/>
          <w:szCs w:val="28"/>
        </w:rPr>
        <w:t xml:space="preserve"> (далее – Порядок) регулирует вопросы оказания</w:t>
      </w:r>
      <w:r w:rsidR="00B8337B">
        <w:rPr>
          <w:sz w:val="28"/>
          <w:szCs w:val="28"/>
        </w:rPr>
        <w:t xml:space="preserve"> Министерством по земельным и имущественным отношениям</w:t>
      </w:r>
      <w:r w:rsidR="00B8337B" w:rsidRPr="006409D5">
        <w:rPr>
          <w:sz w:val="28"/>
          <w:szCs w:val="28"/>
        </w:rPr>
        <w:t xml:space="preserve"> Республики</w:t>
      </w:r>
      <w:r w:rsidR="00B8337B">
        <w:rPr>
          <w:sz w:val="28"/>
          <w:szCs w:val="28"/>
        </w:rPr>
        <w:t xml:space="preserve"> </w:t>
      </w:r>
      <w:r w:rsidR="00B8337B" w:rsidRPr="006409D5">
        <w:rPr>
          <w:sz w:val="28"/>
          <w:szCs w:val="28"/>
        </w:rPr>
        <w:t>К</w:t>
      </w:r>
      <w:r w:rsidR="00B8337B">
        <w:rPr>
          <w:sz w:val="28"/>
          <w:szCs w:val="28"/>
        </w:rPr>
        <w:t>алмыкия</w:t>
      </w:r>
      <w:r w:rsidRPr="006409D5">
        <w:rPr>
          <w:sz w:val="28"/>
          <w:szCs w:val="28"/>
        </w:rPr>
        <w:t xml:space="preserve"> (далее – </w:t>
      </w:r>
      <w:r w:rsidR="00B8337B">
        <w:rPr>
          <w:sz w:val="28"/>
          <w:szCs w:val="28"/>
        </w:rPr>
        <w:t>Министерство</w:t>
      </w:r>
      <w:r w:rsidRPr="006409D5">
        <w:rPr>
          <w:sz w:val="28"/>
          <w:szCs w:val="28"/>
        </w:rPr>
        <w:t>) гражданам</w:t>
      </w:r>
      <w:r w:rsidR="00B8337B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бесплатной юридической помощи на территории Республики К</w:t>
      </w:r>
      <w:r w:rsidR="00B8337B">
        <w:rPr>
          <w:sz w:val="28"/>
          <w:szCs w:val="28"/>
        </w:rPr>
        <w:t>алмыкия</w:t>
      </w:r>
      <w:r w:rsidRPr="006409D5">
        <w:rPr>
          <w:sz w:val="28"/>
          <w:szCs w:val="28"/>
        </w:rPr>
        <w:t xml:space="preserve"> в рамках</w:t>
      </w:r>
      <w:r w:rsidR="00B8337B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государственной системы бесплатной юридической помощи в виде правового</w:t>
      </w:r>
      <w:r w:rsidR="00B8337B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консультирования в устной и письменной</w:t>
      </w:r>
      <w:proofErr w:type="gramEnd"/>
      <w:r w:rsidRPr="006409D5">
        <w:rPr>
          <w:sz w:val="28"/>
          <w:szCs w:val="28"/>
        </w:rPr>
        <w:t xml:space="preserve"> форме по вопросам, относящимся к</w:t>
      </w:r>
      <w:r w:rsidR="00B8337B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компетенции </w:t>
      </w:r>
      <w:r w:rsidR="00B8337B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>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 xml:space="preserve">2. </w:t>
      </w:r>
      <w:proofErr w:type="gramStart"/>
      <w:r w:rsidRPr="006409D5">
        <w:rPr>
          <w:sz w:val="28"/>
          <w:szCs w:val="28"/>
        </w:rPr>
        <w:t>Правоотношения, связанные с реализацией гражданином Российской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Федерации закрепленного за ним Конституцией Российской Федерации права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на обращение в государственные органы и органы местного самоуправления, а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также порядок рассмотрения обращений граждан государственными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органами, органами местного самоуправления и должностными лицами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регулируется Федеральным законом от 02.05.2006 г. № 59-ФЗ «О порядке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рассмотрения обращений граждан Российской Федерации» (далее – Закон №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59-ФЗ).</w:t>
      </w:r>
      <w:proofErr w:type="gramEnd"/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3. Право на получение всех видов бесплатной юридической помощи в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рамках государственной системы бесплатной юридической помощи имеют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следующие категории граждан: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1) граждане, среднедушевой доход семей которых ниже величины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прожиточного минимума, установленного в субъекте Российской Федерации в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соответствии с законодательством Российской Федерации, либо одиноко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проживающие граждане, доходы которых ниже величины прожиточного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минимума;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2) инвалиды I и II группы;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3) ветераны Великой Отечественной войны, Герои Российской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Федерации, Герои Советского Союза, Герои Социалистического Труда;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4) дети-инвалиды, дети-сироты, дети, оставшиеся без попечения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родителей, а также их законные представители и представители, если они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обращаются за оказанием бесплатной юридической помощи по вопросам,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lastRenderedPageBreak/>
        <w:t>связанным с обеспечением и защитой прав и законных интересов таких детей;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5) граждане, имеющие право на бесплатную юридическую помощь в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соответствии с Федеральным законом от 02.08.1995 г. № 122-ФЗ «О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социальном обслуживании граждан пожилого возраста и инвалидов»;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6409D5">
        <w:rPr>
          <w:sz w:val="28"/>
          <w:szCs w:val="28"/>
        </w:rPr>
        <w:t>6) несовершеннолетние, содержащиеся в учреждениях системы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профилактики безнадзорности и правонарушений несовершеннолетних, и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несовершеннолетние, отбывающие наказание в местах лишения свободы, а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также их законные представители и представители, если они обращаются за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оказанием бесплатной юридической помощи по вопросам, связанным с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обеспечением и защитой прав и законных интересов таких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несовершеннолетних (за исключением вопросов, связанных с оказанием</w:t>
      </w:r>
      <w:r w:rsidR="0014269C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юридической помощи в уголовном судопроизводстве);</w:t>
      </w:r>
      <w:proofErr w:type="gramEnd"/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7) граждане, имеющие право на бесплатную юридическую помощь в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соответствии с Законом Российской Федерации от 02.07.1992 г. № 3185-1 «О</w:t>
      </w:r>
      <w:r w:rsidR="00214AE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психиатрической помощи и гарантиях прав граждан при ее оказании»;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8) граждане, признанные судом недееспособными, а также их законные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представители, если они обращаются за оказанием бесплатной юридической</w:t>
      </w:r>
      <w:r w:rsidR="00214AE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помощи по вопросам, связанным с обеспечением и защитой прав и законных</w:t>
      </w:r>
      <w:r w:rsidR="00214AE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интересов таких граждан;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9) граждане, которым право на получение бесплатной юридической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помощи в рамках государственной системы бесплатной юридической помощи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предоставлено в соответствии с иными федеральными законами и законами</w:t>
      </w:r>
      <w:r w:rsidR="00214AE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субъектов Российской Федерации.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4. Оказание бесплатной юридической помощи осуществляют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специалисты </w:t>
      </w:r>
      <w:r w:rsidR="0018708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>, имеющие высшее юридическое образование,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определенные в соответствии с приказом </w:t>
      </w:r>
      <w:r w:rsidR="0018708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 xml:space="preserve"> (далее – специалисты</w:t>
      </w:r>
      <w:r w:rsidR="00187085">
        <w:rPr>
          <w:sz w:val="28"/>
          <w:szCs w:val="28"/>
        </w:rPr>
        <w:t xml:space="preserve"> Министерства</w:t>
      </w:r>
      <w:r w:rsidRPr="006409D5">
        <w:rPr>
          <w:sz w:val="28"/>
          <w:szCs w:val="28"/>
        </w:rPr>
        <w:t>).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4.1. Граждане, претендующие на получение бесплатной юридической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помощи, представляют в </w:t>
      </w:r>
      <w:r w:rsidR="00187085">
        <w:rPr>
          <w:sz w:val="28"/>
          <w:szCs w:val="28"/>
        </w:rPr>
        <w:t>Министерство</w:t>
      </w:r>
      <w:r w:rsidRPr="006409D5">
        <w:rPr>
          <w:sz w:val="28"/>
          <w:szCs w:val="28"/>
        </w:rPr>
        <w:t>: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 xml:space="preserve">1) заявление об оказании юридической помощи с указанием </w:t>
      </w:r>
      <w:proofErr w:type="gramStart"/>
      <w:r w:rsidRPr="006409D5">
        <w:rPr>
          <w:sz w:val="28"/>
          <w:szCs w:val="28"/>
        </w:rPr>
        <w:t>вопроса</w:t>
      </w:r>
      <w:proofErr w:type="gramEnd"/>
      <w:r w:rsidRPr="006409D5">
        <w:rPr>
          <w:sz w:val="28"/>
          <w:szCs w:val="28"/>
        </w:rPr>
        <w:t xml:space="preserve"> по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которому гражданин желает получить юридическую помощь (в случае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обращения за оказанием бесплатной юридической помощи в письменной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форме);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2) документ, удостоверяющий личность гражданина (если от имени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гражданина действует лицо, являющееся его представителем в соответствии с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законодательством Российской Федерации, то дополнительно представляются</w:t>
      </w:r>
      <w:r w:rsidR="001870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документ, удостоверяющий личность представителя, и документ,</w:t>
      </w:r>
      <w:r w:rsidR="006F27E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подтверждающий соответствующие полномочия);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3) документ, устанавливающий статус лиц, указанных в Федеральном</w:t>
      </w:r>
      <w:r w:rsidR="006F27E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законе «О бесплатной юридической помощи в Российской Федерации»,</w:t>
      </w:r>
      <w:r w:rsidR="006F27E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имеющих право на получение юридической помощи.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4.2. Оказание бесплатной юридической помощи в устной форме</w:t>
      </w:r>
      <w:r w:rsidR="006F27E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осуществляется специалистом </w:t>
      </w:r>
      <w:r w:rsidR="006F27E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 xml:space="preserve"> на личном приёме граждан.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lastRenderedPageBreak/>
        <w:t xml:space="preserve">Личный приём граждан осуществляется в </w:t>
      </w:r>
      <w:r w:rsidR="006F27E5">
        <w:rPr>
          <w:sz w:val="28"/>
          <w:szCs w:val="28"/>
        </w:rPr>
        <w:t>Министерстве</w:t>
      </w:r>
      <w:r w:rsidRPr="006409D5">
        <w:rPr>
          <w:sz w:val="28"/>
          <w:szCs w:val="28"/>
        </w:rPr>
        <w:t xml:space="preserve"> по адресу: г.</w:t>
      </w:r>
      <w:r w:rsidR="006F27E5">
        <w:rPr>
          <w:sz w:val="28"/>
          <w:szCs w:val="28"/>
        </w:rPr>
        <w:t xml:space="preserve"> Элиста</w:t>
      </w:r>
      <w:r w:rsidRPr="006409D5">
        <w:rPr>
          <w:sz w:val="28"/>
          <w:szCs w:val="28"/>
        </w:rPr>
        <w:t xml:space="preserve">, </w:t>
      </w:r>
      <w:r w:rsidR="006F27E5">
        <w:rPr>
          <w:sz w:val="28"/>
          <w:szCs w:val="28"/>
        </w:rPr>
        <w:t>АТО «Город Шахмат»</w:t>
      </w:r>
      <w:r w:rsidRPr="006409D5">
        <w:rPr>
          <w:sz w:val="28"/>
          <w:szCs w:val="28"/>
        </w:rPr>
        <w:t xml:space="preserve">, </w:t>
      </w:r>
      <w:r w:rsidR="006F27E5">
        <w:rPr>
          <w:sz w:val="28"/>
          <w:szCs w:val="28"/>
        </w:rPr>
        <w:t>8.3</w:t>
      </w:r>
      <w:r w:rsidRPr="006409D5">
        <w:rPr>
          <w:sz w:val="28"/>
          <w:szCs w:val="28"/>
        </w:rPr>
        <w:t>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Приём граждан осуществляется по предварительной записи по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телефону: (8</w:t>
      </w:r>
      <w:r w:rsidR="006F27E5">
        <w:rPr>
          <w:sz w:val="28"/>
          <w:szCs w:val="28"/>
        </w:rPr>
        <w:t>4722</w:t>
      </w:r>
      <w:r w:rsidRPr="006409D5">
        <w:rPr>
          <w:sz w:val="28"/>
          <w:szCs w:val="28"/>
        </w:rPr>
        <w:t xml:space="preserve">) </w:t>
      </w:r>
      <w:r w:rsidR="006F27E5">
        <w:rPr>
          <w:sz w:val="28"/>
          <w:szCs w:val="28"/>
        </w:rPr>
        <w:t>62911</w:t>
      </w:r>
      <w:r w:rsidRPr="006409D5">
        <w:rPr>
          <w:sz w:val="28"/>
          <w:szCs w:val="28"/>
        </w:rPr>
        <w:t xml:space="preserve">, </w:t>
      </w:r>
      <w:r w:rsidR="006F27E5">
        <w:rPr>
          <w:sz w:val="28"/>
          <w:szCs w:val="28"/>
        </w:rPr>
        <w:t>6</w:t>
      </w:r>
      <w:r w:rsidRPr="006409D5">
        <w:rPr>
          <w:sz w:val="28"/>
          <w:szCs w:val="28"/>
        </w:rPr>
        <w:t>29</w:t>
      </w:r>
      <w:r w:rsidR="006F27E5">
        <w:rPr>
          <w:sz w:val="28"/>
          <w:szCs w:val="28"/>
        </w:rPr>
        <w:t>26</w:t>
      </w:r>
      <w:r w:rsidRPr="006409D5">
        <w:rPr>
          <w:sz w:val="28"/>
          <w:szCs w:val="28"/>
        </w:rPr>
        <w:t>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Предварительная запись осуществляется отделом</w:t>
      </w:r>
      <w:r w:rsidR="003026ED">
        <w:rPr>
          <w:sz w:val="28"/>
          <w:szCs w:val="28"/>
        </w:rPr>
        <w:t xml:space="preserve"> документационного оборота и кадрового обеспечения</w:t>
      </w:r>
      <w:r w:rsidRPr="006409D5">
        <w:rPr>
          <w:sz w:val="28"/>
          <w:szCs w:val="28"/>
        </w:rPr>
        <w:t xml:space="preserve"> </w:t>
      </w:r>
      <w:r w:rsidR="0021748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>, при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этом: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1) предварительная запись осуществляется как при личном обращении,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так и по телефону;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2) при предварительной записи заявитель сообщает фамилию, имя и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отчество, желаемые дату и время получения бесплатной юридической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помощи;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3) предварительная запись осуществляется путем внесения информации в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журнал предварительной записи, который ведется на бумажном и (или)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электронном носителях;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4) при предварительной записи заявителю сообщается дата, время и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кабинет, в котором осуществляется личный прием граждан.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Содержание устного обращения гражданина заносится в карточку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личного приема гражданина по оказанию бесплатной юридической помощи в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день личного приема согласно прилагаемой форме (далее – карточка личного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приема).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В случае если изложенные в устном обращении факты и обстоятельства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являются очевидными и не требуют дополнительной проверки, ответ на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обращение с согласия гражданина может быть дан устно в ходе личного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приема, о чем делается запись в карточке личного приема.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 xml:space="preserve">В остальных </w:t>
      </w:r>
      <w:proofErr w:type="gramStart"/>
      <w:r w:rsidRPr="006409D5">
        <w:rPr>
          <w:sz w:val="28"/>
          <w:szCs w:val="28"/>
        </w:rPr>
        <w:t>случаях</w:t>
      </w:r>
      <w:proofErr w:type="gramEnd"/>
      <w:r w:rsidRPr="006409D5">
        <w:rPr>
          <w:sz w:val="28"/>
          <w:szCs w:val="28"/>
        </w:rPr>
        <w:t xml:space="preserve"> по результатам рассмотрения поставленных на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личном приеме вопросов гражданину в течение 30 дней направляется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письменный ответ.</w:t>
      </w:r>
    </w:p>
    <w:p w:rsidR="0021748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Письменные обращения граждан, принятые в ходе личного приема,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подлежат регистрации и рассмотрению в порядке, установленном Законом 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№ 59-ФЗ и настоящим Порядком. О принятии письменного обращения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гражданина производится запись в карточке личного приема.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В ходе личного приема гражданину может быть отказано в дальнейшем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рассмотрении обращения, если ему ранее был дан ответ по существу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поставленных в обращении вопросов, о чем делается соответствующая запись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в карточке личного приема.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В случае</w:t>
      </w:r>
      <w:proofErr w:type="gramStart"/>
      <w:r w:rsidRPr="006409D5">
        <w:rPr>
          <w:sz w:val="28"/>
          <w:szCs w:val="28"/>
        </w:rPr>
        <w:t>,</w:t>
      </w:r>
      <w:proofErr w:type="gramEnd"/>
      <w:r w:rsidRPr="006409D5">
        <w:rPr>
          <w:sz w:val="28"/>
          <w:szCs w:val="28"/>
        </w:rPr>
        <w:t xml:space="preserve"> если в обращении содержатся вопросы, решение которых не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входит в компетенцию </w:t>
      </w:r>
      <w:r w:rsidR="0021748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 xml:space="preserve"> или должностного лица </w:t>
      </w:r>
      <w:r w:rsidR="0021748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>, гражданину</w:t>
      </w:r>
      <w:r w:rsidR="00217485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дается разъяснение, куда и в каком порядке ему следует обратиться.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Результат личного приема отражается в карточке личного приема.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Результатом личного приема является: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1) устный ответ в ходе личного приема по существу вопроса, с которым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обратился заявитель;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 xml:space="preserve">2) направление специалистами </w:t>
      </w:r>
      <w:r w:rsidR="00421E45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 xml:space="preserve"> письменного ответа заявителю;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lastRenderedPageBreak/>
        <w:t>3) принятие в ходе личного приема письменного обращения заявителя;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4) разъяснение, куда и в каком порядке заявителю следует обратиться;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5) отказ в дальнейшем рассмотрении обращения при наличии оснований,</w:t>
      </w:r>
      <w:r w:rsidR="001323DA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предусмотренный в пункте 5настоящего Порядка.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4.3. Оказание бесплатной юридической помощи в письменной форме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осуществляется на основании поступившего в </w:t>
      </w:r>
      <w:r w:rsidR="00427B62">
        <w:rPr>
          <w:sz w:val="28"/>
          <w:szCs w:val="28"/>
        </w:rPr>
        <w:t>Министерство</w:t>
      </w:r>
      <w:r w:rsidRPr="006409D5">
        <w:rPr>
          <w:sz w:val="28"/>
          <w:szCs w:val="28"/>
        </w:rPr>
        <w:t xml:space="preserve"> в письменной форме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обращения (заявления, жалобы) в соответствии с требованиями Закона № 59-ФЗ.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Письменное обращение должно содержать: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 xml:space="preserve">1) наименование </w:t>
      </w:r>
      <w:r w:rsidR="008E65FF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>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2) фамилию, имя, отчество заявителя (последнее - при наличии);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3) почтовый адрес, по которому должен быть направлен ответ либо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уведомление о переадресации обращения;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4) содержательную сторону обращения, т.е. изложение заявителем сути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заявления, жалобы;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5) личную подпись заявителя;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6) дату написания.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В случае необходимости в подтверждение своих доводов заявитель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прилагает к письменному обращению документы и материалы либо их копии.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В письменной форме оказание бесплатной юридической помощи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осуществляется в течение 30 дней, со дня поступления документов, указанных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в пунктах 4.1, 4.3 настоящего Порядка, путем составления письменного </w:t>
      </w:r>
      <w:proofErr w:type="gramStart"/>
      <w:r w:rsidRPr="006409D5">
        <w:rPr>
          <w:sz w:val="28"/>
          <w:szCs w:val="28"/>
        </w:rPr>
        <w:t>ответа</w:t>
      </w:r>
      <w:proofErr w:type="gramEnd"/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 существу поставленного в заявлении вопроса.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5. Основаниями для отказа в оказании бесплатной юридической помощи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являются: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1) отсутствие у заявителя права на получение бесплатной юридической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помощи;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2) непредставление или представление не в полном объеме документов,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указанных в пункте 4.1., 4.3. настоящего Порядка;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3) наличие в представленных документах недостоверных сведений;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4) вопрос, поставленный в заявлении, не находится в компетенции</w:t>
      </w:r>
      <w:r w:rsidR="008E65FF">
        <w:rPr>
          <w:sz w:val="28"/>
          <w:szCs w:val="28"/>
        </w:rPr>
        <w:t xml:space="preserve"> Министерства</w:t>
      </w:r>
      <w:r w:rsidRPr="006409D5">
        <w:rPr>
          <w:sz w:val="28"/>
          <w:szCs w:val="28"/>
        </w:rPr>
        <w:t>;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5) заявителю ранее был дан ответ по существу поставленных в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обращении вопросов.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При обращении гражданина за оказанием бесплатной юридической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 xml:space="preserve">помощи в письменной форме специалист </w:t>
      </w:r>
      <w:r w:rsidR="008E65FF">
        <w:rPr>
          <w:sz w:val="28"/>
          <w:szCs w:val="28"/>
        </w:rPr>
        <w:t>Министерства</w:t>
      </w:r>
      <w:r w:rsidRPr="006409D5">
        <w:rPr>
          <w:sz w:val="28"/>
          <w:szCs w:val="28"/>
        </w:rPr>
        <w:t xml:space="preserve"> уведомляет заявителя о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причинах отказа в предоставлении бесплатной юридической помощи в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письменном виде в течение 5 рабочих дней со дня поступления документов,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указанных в пунктах 4.1.,4.3. настоящего Порядка.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При обращении гражданина за оказанием бесплатной юридической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помощи в устной форме специалис</w:t>
      </w:r>
      <w:r w:rsidR="008E65FF">
        <w:rPr>
          <w:sz w:val="28"/>
          <w:szCs w:val="28"/>
        </w:rPr>
        <w:t>т Министерства</w:t>
      </w:r>
      <w:r w:rsidRPr="006409D5">
        <w:rPr>
          <w:sz w:val="28"/>
          <w:szCs w:val="28"/>
        </w:rPr>
        <w:t>, осуществляющий личный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прием, уведомляет заявителя о причинах отказа в предоставлении бесплатной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юридической помощи в устной форме в день личного приема, о чем в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карточку личного приема заносится соответствующая запись.</w:t>
      </w:r>
    </w:p>
    <w:p w:rsidR="006409D5" w:rsidRPr="006409D5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lastRenderedPageBreak/>
        <w:t>6. Заявитель вправе обратит</w:t>
      </w:r>
      <w:r w:rsidR="008E65FF">
        <w:rPr>
          <w:sz w:val="28"/>
          <w:szCs w:val="28"/>
        </w:rPr>
        <w:t>ься в Министерство</w:t>
      </w:r>
      <w:r w:rsidRPr="006409D5">
        <w:rPr>
          <w:sz w:val="28"/>
          <w:szCs w:val="28"/>
        </w:rPr>
        <w:t xml:space="preserve"> за бесплатной юридической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помощью после устранения оснований для отказа в оказании бесплатной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юридической помощи, предусмотренных подпунктами 2, 3 пункта 5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настоящего Порядка.</w:t>
      </w:r>
    </w:p>
    <w:p w:rsidR="008E65FF" w:rsidRDefault="006409D5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9D5">
        <w:rPr>
          <w:sz w:val="28"/>
          <w:szCs w:val="28"/>
        </w:rPr>
        <w:t>7. Споры по вопросам оказания бесплатной юридической помощи</w:t>
      </w:r>
      <w:r w:rsidR="008E65FF">
        <w:rPr>
          <w:sz w:val="28"/>
          <w:szCs w:val="28"/>
        </w:rPr>
        <w:t xml:space="preserve"> </w:t>
      </w:r>
      <w:r w:rsidRPr="006409D5">
        <w:rPr>
          <w:sz w:val="28"/>
          <w:szCs w:val="28"/>
        </w:rPr>
        <w:t>разрешаются в порядке, установленном законодательством</w:t>
      </w:r>
      <w:r w:rsidR="008E65FF">
        <w:rPr>
          <w:sz w:val="28"/>
          <w:szCs w:val="28"/>
        </w:rPr>
        <w:t>.</w:t>
      </w: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323DA" w:rsidRDefault="001323DA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323DA" w:rsidRDefault="001323DA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Default="00D86288" w:rsidP="00D862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МИНИСТЕРСТВО 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И ИМУЩЕСТВЕННЫМ</w:t>
      </w:r>
    </w:p>
    <w:p w:rsidR="00D86288" w:rsidRDefault="00D86288" w:rsidP="00D862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ОТНОШЕНИЯМ РЕСПУБЛИКИ КАЛМЫКИЯ</w:t>
      </w:r>
    </w:p>
    <w:p w:rsidR="00D86288" w:rsidRDefault="00D86288" w:rsidP="0010799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86288" w:rsidRPr="00D86288" w:rsidRDefault="00D86288" w:rsidP="00D862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6288">
        <w:rPr>
          <w:b/>
          <w:bCs/>
          <w:sz w:val="28"/>
          <w:szCs w:val="28"/>
        </w:rPr>
        <w:t>Карточка</w:t>
      </w:r>
    </w:p>
    <w:p w:rsidR="00D86288" w:rsidRPr="00D86288" w:rsidRDefault="00D86288" w:rsidP="00D862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6288">
        <w:rPr>
          <w:b/>
          <w:bCs/>
          <w:sz w:val="28"/>
          <w:szCs w:val="28"/>
        </w:rPr>
        <w:t>личного приема гражданина</w:t>
      </w:r>
    </w:p>
    <w:p w:rsidR="00D86288" w:rsidRPr="00D86288" w:rsidRDefault="00D86288" w:rsidP="00D862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6288">
        <w:rPr>
          <w:b/>
          <w:bCs/>
          <w:sz w:val="28"/>
          <w:szCs w:val="28"/>
        </w:rPr>
        <w:t>по заявлению об оказании бесплатной юридической помощи</w:t>
      </w:r>
    </w:p>
    <w:p w:rsidR="00D86288" w:rsidRPr="00D86288" w:rsidRDefault="00D86288" w:rsidP="00D86288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Дата, время приема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ФИО заявителя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proofErr w:type="gramStart"/>
            <w:r w:rsidRPr="00D71E61">
              <w:rPr>
                <w:szCs w:val="26"/>
              </w:rPr>
              <w:t>(представителя</w:t>
            </w:r>
            <w:proofErr w:type="gramEnd"/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  <w:r w:rsidRPr="00D71E61">
              <w:rPr>
                <w:szCs w:val="26"/>
              </w:rPr>
              <w:t>заявителя)</w:t>
            </w: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Документ, подтверждающий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proofErr w:type="gramStart"/>
            <w:r w:rsidRPr="00D71E61">
              <w:rPr>
                <w:szCs w:val="26"/>
              </w:rPr>
              <w:t>личность заявителя (представителя</w:t>
            </w:r>
            <w:proofErr w:type="gramEnd"/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заявителя)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Документ, подтверждающий право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 xml:space="preserve">на получение </w:t>
            </w:r>
            <w:proofErr w:type="gramStart"/>
            <w:r w:rsidRPr="00D71E61">
              <w:rPr>
                <w:szCs w:val="26"/>
              </w:rPr>
              <w:t>бесплатной</w:t>
            </w:r>
            <w:proofErr w:type="gramEnd"/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 xml:space="preserve">юридической помощи </w:t>
            </w: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Предмет заявления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 xml:space="preserve">Вид </w:t>
            </w:r>
            <w:proofErr w:type="gramStart"/>
            <w:r w:rsidRPr="00D71E61">
              <w:rPr>
                <w:szCs w:val="26"/>
              </w:rPr>
              <w:t>бесплатной</w:t>
            </w:r>
            <w:proofErr w:type="gramEnd"/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 xml:space="preserve">юридической помощи </w:t>
            </w: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D86288" w:rsidRPr="00D71E61" w:rsidTr="00D71E61">
        <w:tc>
          <w:tcPr>
            <w:tcW w:w="4219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Принятое решение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D71E61">
              <w:rPr>
                <w:szCs w:val="26"/>
              </w:rPr>
              <w:t>(результат)</w:t>
            </w: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0A2909" w:rsidRPr="00D71E61" w:rsidRDefault="000A2909" w:rsidP="00D71E61">
            <w:pPr>
              <w:autoSpaceDE w:val="0"/>
              <w:autoSpaceDN w:val="0"/>
              <w:adjustRightInd w:val="0"/>
              <w:jc w:val="left"/>
              <w:rPr>
                <w:szCs w:val="26"/>
              </w:rPr>
            </w:pPr>
          </w:p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6"/>
              </w:rPr>
            </w:pPr>
          </w:p>
        </w:tc>
        <w:tc>
          <w:tcPr>
            <w:tcW w:w="5351" w:type="dxa"/>
          </w:tcPr>
          <w:p w:rsidR="00D86288" w:rsidRPr="00D71E61" w:rsidRDefault="00D86288" w:rsidP="00D71E6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8"/>
                <w:szCs w:val="28"/>
              </w:rPr>
            </w:pPr>
          </w:p>
        </w:tc>
      </w:tr>
    </w:tbl>
    <w:p w:rsidR="00D86288" w:rsidRPr="00D86288" w:rsidRDefault="00D86288" w:rsidP="00D86288">
      <w:pPr>
        <w:autoSpaceDE w:val="0"/>
        <w:autoSpaceDN w:val="0"/>
        <w:adjustRightInd w:val="0"/>
        <w:jc w:val="left"/>
        <w:rPr>
          <w:sz w:val="20"/>
        </w:rPr>
      </w:pPr>
    </w:p>
    <w:p w:rsidR="000A2909" w:rsidRDefault="000A2909" w:rsidP="00D86288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D86288" w:rsidRPr="00D86288" w:rsidRDefault="00D86288" w:rsidP="00D86288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D86288">
        <w:rPr>
          <w:sz w:val="28"/>
          <w:szCs w:val="28"/>
        </w:rPr>
        <w:t>Подпись заявителя (представителя заявителя):</w:t>
      </w:r>
    </w:p>
    <w:p w:rsidR="00D86288" w:rsidRPr="00D86288" w:rsidRDefault="00D86288" w:rsidP="00D86288">
      <w:pPr>
        <w:autoSpaceDE w:val="0"/>
        <w:autoSpaceDN w:val="0"/>
        <w:adjustRightInd w:val="0"/>
        <w:jc w:val="center"/>
        <w:rPr>
          <w:sz w:val="20"/>
        </w:rPr>
      </w:pPr>
      <w:r w:rsidRPr="00D86288">
        <w:rPr>
          <w:sz w:val="28"/>
          <w:szCs w:val="28"/>
        </w:rPr>
        <w:t>________________________________________________/__________________</w:t>
      </w:r>
      <w:r>
        <w:rPr>
          <w:sz w:val="28"/>
          <w:szCs w:val="28"/>
        </w:rPr>
        <w:t xml:space="preserve">      </w:t>
      </w:r>
      <w:r w:rsidRPr="00D86288">
        <w:rPr>
          <w:sz w:val="28"/>
          <w:szCs w:val="28"/>
        </w:rPr>
        <w:t>/</w:t>
      </w:r>
      <w:r w:rsidRPr="00D86288">
        <w:rPr>
          <w:sz w:val="20"/>
        </w:rPr>
        <w:t>(Ф.И.О., подпись)</w:t>
      </w:r>
    </w:p>
    <w:p w:rsidR="00D86288" w:rsidRPr="00D86288" w:rsidRDefault="00D86288" w:rsidP="00D86288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D86288">
        <w:rPr>
          <w:sz w:val="28"/>
          <w:szCs w:val="28"/>
        </w:rPr>
        <w:t>Подпись лица, осуществившего прием:</w:t>
      </w:r>
    </w:p>
    <w:p w:rsidR="00D86288" w:rsidRPr="00D86288" w:rsidRDefault="00D86288" w:rsidP="00D86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86288">
        <w:rPr>
          <w:sz w:val="28"/>
          <w:szCs w:val="28"/>
        </w:rPr>
        <w:t>________________________________________________/__________________/</w:t>
      </w:r>
      <w:r w:rsidRPr="00D86288">
        <w:rPr>
          <w:sz w:val="20"/>
        </w:rPr>
        <w:t>(должность, Ф.И.О., подпись)</w:t>
      </w:r>
    </w:p>
    <w:sectPr w:rsidR="00D86288" w:rsidRPr="00D86288" w:rsidSect="00352EE9">
      <w:headerReference w:type="first" r:id="rId9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EE4" w:rsidRDefault="00383EE4">
      <w:r>
        <w:separator/>
      </w:r>
    </w:p>
  </w:endnote>
  <w:endnote w:type="continuationSeparator" w:id="0">
    <w:p w:rsidR="00383EE4" w:rsidRDefault="0038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EE4" w:rsidRDefault="00383EE4">
      <w:r>
        <w:separator/>
      </w:r>
    </w:p>
  </w:footnote>
  <w:footnote w:type="continuationSeparator" w:id="0">
    <w:p w:rsidR="00383EE4" w:rsidRDefault="00383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4111"/>
      <w:gridCol w:w="1276"/>
      <w:gridCol w:w="4111"/>
    </w:tblGrid>
    <w:tr w:rsidR="00254F3F">
      <w:trPr>
        <w:trHeight w:val="987"/>
      </w:trPr>
      <w:tc>
        <w:tcPr>
          <w:tcW w:w="4111" w:type="dxa"/>
          <w:vAlign w:val="center"/>
        </w:tcPr>
        <w:p w:rsidR="00254F3F" w:rsidRPr="000357C8" w:rsidRDefault="00254F3F" w:rsidP="00352EE9">
          <w:pPr>
            <w:pStyle w:val="a3"/>
            <w:jc w:val="center"/>
            <w:rPr>
              <w:sz w:val="22"/>
              <w:szCs w:val="22"/>
            </w:rPr>
          </w:pPr>
          <w:r w:rsidRPr="000357C8">
            <w:rPr>
              <w:sz w:val="22"/>
              <w:szCs w:val="22"/>
            </w:rPr>
            <w:t>МИНИСТЕРСТВО</w:t>
          </w:r>
        </w:p>
        <w:p w:rsidR="00254F3F" w:rsidRPr="000357C8" w:rsidRDefault="00254F3F" w:rsidP="00352EE9">
          <w:pPr>
            <w:pStyle w:val="a3"/>
            <w:jc w:val="center"/>
            <w:rPr>
              <w:sz w:val="22"/>
              <w:szCs w:val="22"/>
            </w:rPr>
          </w:pPr>
          <w:r w:rsidRPr="000357C8">
            <w:rPr>
              <w:sz w:val="22"/>
              <w:szCs w:val="22"/>
            </w:rPr>
            <w:t>ПО ЗЕМЕЛЬНЫМ И ИМУЩЕСТВЕННЫМ</w:t>
          </w:r>
        </w:p>
        <w:p w:rsidR="00254F3F" w:rsidRPr="000357C8" w:rsidRDefault="00254F3F" w:rsidP="00352EE9">
          <w:pPr>
            <w:pStyle w:val="a3"/>
            <w:jc w:val="center"/>
            <w:rPr>
              <w:sz w:val="22"/>
              <w:szCs w:val="22"/>
            </w:rPr>
          </w:pPr>
          <w:r w:rsidRPr="000357C8">
            <w:rPr>
              <w:sz w:val="22"/>
              <w:szCs w:val="22"/>
            </w:rPr>
            <w:t xml:space="preserve">ОТНОШЕНИЯМ </w:t>
          </w:r>
        </w:p>
        <w:p w:rsidR="00254F3F" w:rsidRDefault="00254F3F" w:rsidP="00352EE9">
          <w:pPr>
            <w:pStyle w:val="a3"/>
            <w:jc w:val="center"/>
            <w:rPr>
              <w:rFonts w:ascii="Bookman Old Style" w:hAnsi="Bookman Old Style"/>
              <w:sz w:val="18"/>
            </w:rPr>
          </w:pPr>
          <w:r w:rsidRPr="000357C8">
            <w:rPr>
              <w:sz w:val="22"/>
              <w:szCs w:val="22"/>
            </w:rPr>
            <w:t>РЕСПУБЛИКИ КАЛМЫКИЯ</w:t>
          </w:r>
        </w:p>
      </w:tc>
      <w:tc>
        <w:tcPr>
          <w:tcW w:w="1276" w:type="dxa"/>
        </w:tcPr>
        <w:p w:rsidR="00254F3F" w:rsidRDefault="0084194E">
          <w:pPr>
            <w:pStyle w:val="a3"/>
            <w:jc w:val="center"/>
          </w:pPr>
          <w:r>
            <w:rPr>
              <w:noProof/>
              <w:szCs w:val="28"/>
            </w:rPr>
            <w:drawing>
              <wp:inline distT="0" distB="0" distL="0" distR="0">
                <wp:extent cx="590550" cy="771525"/>
                <wp:effectExtent l="0" t="0" r="0" b="9525"/>
                <wp:docPr id="1" name="Рисунок 1" descr="Герб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Align w:val="center"/>
        </w:tcPr>
        <w:p w:rsidR="00254F3F" w:rsidRPr="000357C8" w:rsidRDefault="00254F3F" w:rsidP="000F47DB">
          <w:pPr>
            <w:jc w:val="center"/>
            <w:rPr>
              <w:color w:val="000000" w:themeColor="text1"/>
              <w:sz w:val="22"/>
              <w:szCs w:val="22"/>
            </w:rPr>
          </w:pPr>
          <w:r w:rsidRPr="000357C8">
            <w:rPr>
              <w:color w:val="000000" w:themeColor="text1"/>
              <w:sz w:val="22"/>
              <w:szCs w:val="22"/>
            </w:rPr>
            <w:t xml:space="preserve">ХАЛЬМГ ТАҢҺЧИН ҺАЗРИН </w:t>
          </w:r>
        </w:p>
        <w:p w:rsidR="00254F3F" w:rsidRPr="000357C8" w:rsidRDefault="00254F3F" w:rsidP="000F47DB">
          <w:pPr>
            <w:jc w:val="center"/>
            <w:rPr>
              <w:color w:val="000000" w:themeColor="text1"/>
              <w:sz w:val="22"/>
              <w:szCs w:val="22"/>
            </w:rPr>
          </w:pPr>
          <w:r w:rsidRPr="000357C8">
            <w:rPr>
              <w:color w:val="000000" w:themeColor="text1"/>
              <w:sz w:val="22"/>
              <w:szCs w:val="22"/>
            </w:rPr>
            <w:t xml:space="preserve">БОЛН </w:t>
          </w:r>
          <w:proofErr w:type="gramStart"/>
          <w:r w:rsidRPr="000357C8">
            <w:rPr>
              <w:color w:val="000000" w:themeColor="text1"/>
              <w:sz w:val="22"/>
              <w:szCs w:val="22"/>
            </w:rPr>
            <w:t>З</w:t>
          </w:r>
          <w:proofErr w:type="gramEnd"/>
          <w:r w:rsidRPr="000357C8">
            <w:rPr>
              <w:color w:val="000000" w:themeColor="text1"/>
              <w:sz w:val="22"/>
              <w:szCs w:val="22"/>
            </w:rPr>
            <w:t>ӨӨРИН</w:t>
          </w:r>
        </w:p>
        <w:p w:rsidR="00254F3F" w:rsidRPr="000357C8" w:rsidRDefault="00254F3F" w:rsidP="000F47DB">
          <w:pPr>
            <w:jc w:val="center"/>
            <w:rPr>
              <w:b/>
              <w:color w:val="000000" w:themeColor="text1"/>
              <w:sz w:val="22"/>
              <w:szCs w:val="22"/>
            </w:rPr>
          </w:pPr>
          <w:r w:rsidRPr="000357C8">
            <w:rPr>
              <w:color w:val="000000" w:themeColor="text1"/>
              <w:sz w:val="22"/>
              <w:szCs w:val="22"/>
            </w:rPr>
            <w:t>ХӘРЛЦӘНӘ МИНИСТЕРСТВ</w:t>
          </w:r>
        </w:p>
        <w:p w:rsidR="00254F3F" w:rsidRDefault="00254F3F">
          <w:pPr>
            <w:pStyle w:val="a3"/>
            <w:spacing w:line="240" w:lineRule="exact"/>
            <w:ind w:firstLine="237"/>
            <w:jc w:val="center"/>
            <w:rPr>
              <w:rFonts w:ascii="Bookman Old Style" w:hAnsi="Bookman Old Style"/>
              <w:sz w:val="18"/>
            </w:rPr>
          </w:pPr>
        </w:p>
      </w:tc>
    </w:tr>
    <w:tr w:rsidR="00254F3F">
      <w:trPr>
        <w:cantSplit/>
      </w:trPr>
      <w:tc>
        <w:tcPr>
          <w:tcW w:w="9498" w:type="dxa"/>
          <w:gridSpan w:val="3"/>
        </w:tcPr>
        <w:p w:rsidR="00254F3F" w:rsidRDefault="00254F3F">
          <w:pPr>
            <w:pStyle w:val="a3"/>
            <w:jc w:val="center"/>
            <w:rPr>
              <w:sz w:val="18"/>
            </w:rPr>
          </w:pPr>
        </w:p>
      </w:tc>
    </w:tr>
    <w:tr w:rsidR="00254F3F">
      <w:trPr>
        <w:cantSplit/>
        <w:trHeight w:val="279"/>
      </w:trPr>
      <w:tc>
        <w:tcPr>
          <w:tcW w:w="9498" w:type="dxa"/>
          <w:gridSpan w:val="3"/>
          <w:tcBorders>
            <w:bottom w:val="thinThickSmallGap" w:sz="24" w:space="0" w:color="auto"/>
          </w:tcBorders>
          <w:vAlign w:val="center"/>
        </w:tcPr>
        <w:p w:rsidR="00254F3F" w:rsidRDefault="00254F3F">
          <w:pPr>
            <w:pStyle w:val="a3"/>
            <w:jc w:val="center"/>
            <w:rPr>
              <w:sz w:val="16"/>
            </w:rPr>
          </w:pPr>
        </w:p>
      </w:tc>
    </w:tr>
  </w:tbl>
  <w:p w:rsidR="00254F3F" w:rsidRPr="008E379F" w:rsidRDefault="00254F3F" w:rsidP="008E379F">
    <w:pPr>
      <w:pStyle w:val="a3"/>
      <w:jc w:val="right"/>
      <w:rPr>
        <w:sz w:val="18"/>
        <w:szCs w:val="18"/>
      </w:rPr>
    </w:pPr>
    <w:r w:rsidRPr="008E379F">
      <w:rPr>
        <w:sz w:val="18"/>
        <w:szCs w:val="18"/>
      </w:rPr>
      <w:t>Экз. №___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C692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002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E2E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34687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0CB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FF42E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A7AAB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35846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6BA296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4F0EBA"/>
    <w:multiLevelType w:val="hybridMultilevel"/>
    <w:tmpl w:val="61CE9CE6"/>
    <w:lvl w:ilvl="0" w:tplc="3CE2162C">
      <w:start w:val="1"/>
      <w:numFmt w:val="decimal"/>
      <w:lvlText w:val="%1."/>
      <w:lvlJc w:val="left"/>
      <w:pPr>
        <w:tabs>
          <w:tab w:val="num" w:pos="794"/>
        </w:tabs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2F5306A"/>
    <w:multiLevelType w:val="hybridMultilevel"/>
    <w:tmpl w:val="3F202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354A89"/>
    <w:multiLevelType w:val="hybridMultilevel"/>
    <w:tmpl w:val="58C60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01398B"/>
    <w:multiLevelType w:val="hybridMultilevel"/>
    <w:tmpl w:val="AF6EC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E4B0B93"/>
    <w:multiLevelType w:val="singleLevel"/>
    <w:tmpl w:val="52D8AEB0"/>
    <w:lvl w:ilvl="0">
      <w:start w:val="3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10610BF7"/>
    <w:multiLevelType w:val="hybridMultilevel"/>
    <w:tmpl w:val="44E0B69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109971B3"/>
    <w:multiLevelType w:val="hybridMultilevel"/>
    <w:tmpl w:val="C3C0400C"/>
    <w:lvl w:ilvl="0" w:tplc="2C9A6486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664F93"/>
    <w:multiLevelType w:val="hybridMultilevel"/>
    <w:tmpl w:val="35822A36"/>
    <w:lvl w:ilvl="0" w:tplc="02EA1F2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8C7796"/>
    <w:multiLevelType w:val="hybridMultilevel"/>
    <w:tmpl w:val="D7E62EDA"/>
    <w:lvl w:ilvl="0" w:tplc="D0C21CDE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2E227820"/>
    <w:multiLevelType w:val="hybridMultilevel"/>
    <w:tmpl w:val="5E6E0B50"/>
    <w:lvl w:ilvl="0" w:tplc="85D021B4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3C5A0424"/>
    <w:multiLevelType w:val="hybridMultilevel"/>
    <w:tmpl w:val="04BAC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845819"/>
    <w:multiLevelType w:val="hybridMultilevel"/>
    <w:tmpl w:val="E0944E60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1">
    <w:nsid w:val="69D71ACD"/>
    <w:multiLevelType w:val="hybridMultilevel"/>
    <w:tmpl w:val="9F7CE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F532F7"/>
    <w:multiLevelType w:val="hybridMultilevel"/>
    <w:tmpl w:val="952A0FD0"/>
    <w:lvl w:ilvl="0" w:tplc="3D06925E">
      <w:start w:val="1"/>
      <w:numFmt w:val="decimal"/>
      <w:lvlText w:val="%1."/>
      <w:lvlJc w:val="left"/>
      <w:pPr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FD5A48"/>
    <w:multiLevelType w:val="hybridMultilevel"/>
    <w:tmpl w:val="4B509D94"/>
    <w:lvl w:ilvl="0" w:tplc="B914B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21"/>
  </w:num>
  <w:num w:numId="11">
    <w:abstractNumId w:val="18"/>
  </w:num>
  <w:num w:numId="12">
    <w:abstractNumId w:val="17"/>
  </w:num>
  <w:num w:numId="13">
    <w:abstractNumId w:val="13"/>
    <w:lvlOverride w:ilvl="0">
      <w:startOverride w:val="3"/>
    </w:lvlOverride>
  </w:num>
  <w:num w:numId="14">
    <w:abstractNumId w:val="16"/>
  </w:num>
  <w:num w:numId="15">
    <w:abstractNumId w:val="10"/>
  </w:num>
  <w:num w:numId="16">
    <w:abstractNumId w:val="14"/>
  </w:num>
  <w:num w:numId="17">
    <w:abstractNumId w:val="20"/>
  </w:num>
  <w:num w:numId="18">
    <w:abstractNumId w:val="19"/>
  </w:num>
  <w:num w:numId="19">
    <w:abstractNumId w:val="12"/>
  </w:num>
  <w:num w:numId="20">
    <w:abstractNumId w:val="9"/>
  </w:num>
  <w:num w:numId="21">
    <w:abstractNumId w:val="11"/>
  </w:num>
  <w:num w:numId="22">
    <w:abstractNumId w:val="22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293"/>
    <w:rsid w:val="00001979"/>
    <w:rsid w:val="000048E8"/>
    <w:rsid w:val="000079DF"/>
    <w:rsid w:val="00014968"/>
    <w:rsid w:val="000176B3"/>
    <w:rsid w:val="000311A5"/>
    <w:rsid w:val="00031544"/>
    <w:rsid w:val="0003575B"/>
    <w:rsid w:val="000357C8"/>
    <w:rsid w:val="000401D2"/>
    <w:rsid w:val="00040F1B"/>
    <w:rsid w:val="00041509"/>
    <w:rsid w:val="00043EA0"/>
    <w:rsid w:val="00047C02"/>
    <w:rsid w:val="00050702"/>
    <w:rsid w:val="00053EF6"/>
    <w:rsid w:val="000564BF"/>
    <w:rsid w:val="00056FA7"/>
    <w:rsid w:val="00065A4C"/>
    <w:rsid w:val="00071E4E"/>
    <w:rsid w:val="00071FEE"/>
    <w:rsid w:val="00074484"/>
    <w:rsid w:val="00077772"/>
    <w:rsid w:val="00081E37"/>
    <w:rsid w:val="00087574"/>
    <w:rsid w:val="00092DF5"/>
    <w:rsid w:val="00094A75"/>
    <w:rsid w:val="00095864"/>
    <w:rsid w:val="00097358"/>
    <w:rsid w:val="000A2646"/>
    <w:rsid w:val="000A2909"/>
    <w:rsid w:val="000A3868"/>
    <w:rsid w:val="000A4BE8"/>
    <w:rsid w:val="000B1CC3"/>
    <w:rsid w:val="000B24CE"/>
    <w:rsid w:val="000B3045"/>
    <w:rsid w:val="000B32E1"/>
    <w:rsid w:val="000B5C88"/>
    <w:rsid w:val="000B6DFF"/>
    <w:rsid w:val="000C11D6"/>
    <w:rsid w:val="000C4666"/>
    <w:rsid w:val="000C588B"/>
    <w:rsid w:val="000E05C8"/>
    <w:rsid w:val="000E3E58"/>
    <w:rsid w:val="000E4AA3"/>
    <w:rsid w:val="000E5B16"/>
    <w:rsid w:val="000E69E9"/>
    <w:rsid w:val="000F1A7D"/>
    <w:rsid w:val="000F4716"/>
    <w:rsid w:val="000F47DB"/>
    <w:rsid w:val="000F7C77"/>
    <w:rsid w:val="00103B31"/>
    <w:rsid w:val="00106A2C"/>
    <w:rsid w:val="00107996"/>
    <w:rsid w:val="001117AA"/>
    <w:rsid w:val="00120711"/>
    <w:rsid w:val="00120E4F"/>
    <w:rsid w:val="001260EE"/>
    <w:rsid w:val="00126135"/>
    <w:rsid w:val="00127BA2"/>
    <w:rsid w:val="001323DA"/>
    <w:rsid w:val="00132D3F"/>
    <w:rsid w:val="00136366"/>
    <w:rsid w:val="00140AEF"/>
    <w:rsid w:val="0014269C"/>
    <w:rsid w:val="0014344D"/>
    <w:rsid w:val="00143C76"/>
    <w:rsid w:val="00144EBC"/>
    <w:rsid w:val="001502CB"/>
    <w:rsid w:val="00151941"/>
    <w:rsid w:val="00154274"/>
    <w:rsid w:val="001622FF"/>
    <w:rsid w:val="00162E2A"/>
    <w:rsid w:val="001637EE"/>
    <w:rsid w:val="001661A2"/>
    <w:rsid w:val="001671BC"/>
    <w:rsid w:val="00170DFC"/>
    <w:rsid w:val="00175A34"/>
    <w:rsid w:val="00180698"/>
    <w:rsid w:val="0018338E"/>
    <w:rsid w:val="001838ED"/>
    <w:rsid w:val="00183B13"/>
    <w:rsid w:val="00184777"/>
    <w:rsid w:val="00187085"/>
    <w:rsid w:val="0019339B"/>
    <w:rsid w:val="00194D07"/>
    <w:rsid w:val="00196581"/>
    <w:rsid w:val="00197B7D"/>
    <w:rsid w:val="001A215C"/>
    <w:rsid w:val="001A4F4A"/>
    <w:rsid w:val="001A67A2"/>
    <w:rsid w:val="001A6945"/>
    <w:rsid w:val="001B500E"/>
    <w:rsid w:val="001B5139"/>
    <w:rsid w:val="001B6DEE"/>
    <w:rsid w:val="001C0D93"/>
    <w:rsid w:val="001C41F2"/>
    <w:rsid w:val="001D3DDE"/>
    <w:rsid w:val="001D44C9"/>
    <w:rsid w:val="001D5AF6"/>
    <w:rsid w:val="001D5EC3"/>
    <w:rsid w:val="001E1B5D"/>
    <w:rsid w:val="001E3C7A"/>
    <w:rsid w:val="001E4562"/>
    <w:rsid w:val="001E76F5"/>
    <w:rsid w:val="001F41ED"/>
    <w:rsid w:val="001F4DCA"/>
    <w:rsid w:val="0020688E"/>
    <w:rsid w:val="00210D84"/>
    <w:rsid w:val="00213221"/>
    <w:rsid w:val="00213924"/>
    <w:rsid w:val="00214AEF"/>
    <w:rsid w:val="00215425"/>
    <w:rsid w:val="00215B19"/>
    <w:rsid w:val="00217485"/>
    <w:rsid w:val="002176DB"/>
    <w:rsid w:val="00221F6F"/>
    <w:rsid w:val="00222B92"/>
    <w:rsid w:val="00224971"/>
    <w:rsid w:val="00225A10"/>
    <w:rsid w:val="002271F8"/>
    <w:rsid w:val="0022776C"/>
    <w:rsid w:val="00227DFF"/>
    <w:rsid w:val="00235716"/>
    <w:rsid w:val="0023742C"/>
    <w:rsid w:val="00237B46"/>
    <w:rsid w:val="00240F29"/>
    <w:rsid w:val="00242BBC"/>
    <w:rsid w:val="00246C2A"/>
    <w:rsid w:val="00246E31"/>
    <w:rsid w:val="002542E2"/>
    <w:rsid w:val="00254F3F"/>
    <w:rsid w:val="00255999"/>
    <w:rsid w:val="00255E24"/>
    <w:rsid w:val="00261506"/>
    <w:rsid w:val="00262AF5"/>
    <w:rsid w:val="00265B46"/>
    <w:rsid w:val="002720E4"/>
    <w:rsid w:val="00272D47"/>
    <w:rsid w:val="002730FB"/>
    <w:rsid w:val="0027531A"/>
    <w:rsid w:val="002758D1"/>
    <w:rsid w:val="00275F65"/>
    <w:rsid w:val="00284B90"/>
    <w:rsid w:val="002923D0"/>
    <w:rsid w:val="0029476E"/>
    <w:rsid w:val="002947BE"/>
    <w:rsid w:val="00295E6E"/>
    <w:rsid w:val="002978F4"/>
    <w:rsid w:val="002A1F36"/>
    <w:rsid w:val="002A64CB"/>
    <w:rsid w:val="002A685F"/>
    <w:rsid w:val="002B10CB"/>
    <w:rsid w:val="002B180C"/>
    <w:rsid w:val="002B28C4"/>
    <w:rsid w:val="002B4D24"/>
    <w:rsid w:val="002B544D"/>
    <w:rsid w:val="002B55B2"/>
    <w:rsid w:val="002B6695"/>
    <w:rsid w:val="002B7371"/>
    <w:rsid w:val="002C04AD"/>
    <w:rsid w:val="002C2380"/>
    <w:rsid w:val="002C4295"/>
    <w:rsid w:val="002C49C8"/>
    <w:rsid w:val="002C7655"/>
    <w:rsid w:val="002D1E76"/>
    <w:rsid w:val="002D5DED"/>
    <w:rsid w:val="002D5E42"/>
    <w:rsid w:val="002D6EA1"/>
    <w:rsid w:val="002D72DB"/>
    <w:rsid w:val="002E1CEE"/>
    <w:rsid w:val="002E2238"/>
    <w:rsid w:val="002E30C1"/>
    <w:rsid w:val="002E4A38"/>
    <w:rsid w:val="002E6685"/>
    <w:rsid w:val="002E79EB"/>
    <w:rsid w:val="002F2765"/>
    <w:rsid w:val="002F3F89"/>
    <w:rsid w:val="002F5F50"/>
    <w:rsid w:val="002F66B4"/>
    <w:rsid w:val="00302487"/>
    <w:rsid w:val="003026ED"/>
    <w:rsid w:val="00304E95"/>
    <w:rsid w:val="00306F9A"/>
    <w:rsid w:val="0031060B"/>
    <w:rsid w:val="0031759D"/>
    <w:rsid w:val="00320737"/>
    <w:rsid w:val="00322369"/>
    <w:rsid w:val="00325124"/>
    <w:rsid w:val="00326669"/>
    <w:rsid w:val="00330C3F"/>
    <w:rsid w:val="00330D45"/>
    <w:rsid w:val="00330EE0"/>
    <w:rsid w:val="00337F0E"/>
    <w:rsid w:val="00341595"/>
    <w:rsid w:val="00344449"/>
    <w:rsid w:val="00346093"/>
    <w:rsid w:val="00346147"/>
    <w:rsid w:val="00352E1A"/>
    <w:rsid w:val="00352EE9"/>
    <w:rsid w:val="00353DC3"/>
    <w:rsid w:val="00355670"/>
    <w:rsid w:val="00361E31"/>
    <w:rsid w:val="003669E8"/>
    <w:rsid w:val="00366C28"/>
    <w:rsid w:val="00370074"/>
    <w:rsid w:val="003708AD"/>
    <w:rsid w:val="00371B88"/>
    <w:rsid w:val="0037656B"/>
    <w:rsid w:val="00380EDC"/>
    <w:rsid w:val="0038169B"/>
    <w:rsid w:val="00381915"/>
    <w:rsid w:val="00382E09"/>
    <w:rsid w:val="00383EE4"/>
    <w:rsid w:val="00384CF8"/>
    <w:rsid w:val="0039063B"/>
    <w:rsid w:val="003911D5"/>
    <w:rsid w:val="003950DD"/>
    <w:rsid w:val="0039539E"/>
    <w:rsid w:val="003A1C5C"/>
    <w:rsid w:val="003A6354"/>
    <w:rsid w:val="003A733D"/>
    <w:rsid w:val="003B2A36"/>
    <w:rsid w:val="003B317F"/>
    <w:rsid w:val="003B3CB5"/>
    <w:rsid w:val="003B61E9"/>
    <w:rsid w:val="003B6E6F"/>
    <w:rsid w:val="003B7A9B"/>
    <w:rsid w:val="003C0981"/>
    <w:rsid w:val="003C6BB0"/>
    <w:rsid w:val="003C7C14"/>
    <w:rsid w:val="003C7EAC"/>
    <w:rsid w:val="003D01E2"/>
    <w:rsid w:val="003D1B94"/>
    <w:rsid w:val="003D266E"/>
    <w:rsid w:val="003D6F5A"/>
    <w:rsid w:val="003E4FE5"/>
    <w:rsid w:val="003E518F"/>
    <w:rsid w:val="003E647E"/>
    <w:rsid w:val="003E6558"/>
    <w:rsid w:val="003F533B"/>
    <w:rsid w:val="004007A9"/>
    <w:rsid w:val="0040146E"/>
    <w:rsid w:val="00401999"/>
    <w:rsid w:val="00401D01"/>
    <w:rsid w:val="00407262"/>
    <w:rsid w:val="004139D8"/>
    <w:rsid w:val="00413B4F"/>
    <w:rsid w:val="00413D69"/>
    <w:rsid w:val="004156FD"/>
    <w:rsid w:val="00416040"/>
    <w:rsid w:val="004178A9"/>
    <w:rsid w:val="00420B29"/>
    <w:rsid w:val="00420DE7"/>
    <w:rsid w:val="004215D6"/>
    <w:rsid w:val="00421E45"/>
    <w:rsid w:val="00422DD3"/>
    <w:rsid w:val="004244F8"/>
    <w:rsid w:val="00426D52"/>
    <w:rsid w:val="00427B62"/>
    <w:rsid w:val="00430A2F"/>
    <w:rsid w:val="00431528"/>
    <w:rsid w:val="00432690"/>
    <w:rsid w:val="004335DD"/>
    <w:rsid w:val="00434624"/>
    <w:rsid w:val="004413BE"/>
    <w:rsid w:val="00443907"/>
    <w:rsid w:val="0044512E"/>
    <w:rsid w:val="00450060"/>
    <w:rsid w:val="00450EFA"/>
    <w:rsid w:val="004519CF"/>
    <w:rsid w:val="00454B68"/>
    <w:rsid w:val="00457BC8"/>
    <w:rsid w:val="00460A0C"/>
    <w:rsid w:val="00465012"/>
    <w:rsid w:val="004654A0"/>
    <w:rsid w:val="00466BEA"/>
    <w:rsid w:val="00467449"/>
    <w:rsid w:val="00470F78"/>
    <w:rsid w:val="00474860"/>
    <w:rsid w:val="00475211"/>
    <w:rsid w:val="00477AEA"/>
    <w:rsid w:val="00481F42"/>
    <w:rsid w:val="004822EF"/>
    <w:rsid w:val="0048745E"/>
    <w:rsid w:val="00492CE1"/>
    <w:rsid w:val="00493CB3"/>
    <w:rsid w:val="0049634D"/>
    <w:rsid w:val="00496953"/>
    <w:rsid w:val="0049757B"/>
    <w:rsid w:val="004A3625"/>
    <w:rsid w:val="004A6E5F"/>
    <w:rsid w:val="004A7A1D"/>
    <w:rsid w:val="004B2E65"/>
    <w:rsid w:val="004B3196"/>
    <w:rsid w:val="004B3E5F"/>
    <w:rsid w:val="004B67C5"/>
    <w:rsid w:val="004B75B5"/>
    <w:rsid w:val="004C23FF"/>
    <w:rsid w:val="004C45BB"/>
    <w:rsid w:val="004C4B1A"/>
    <w:rsid w:val="004D1280"/>
    <w:rsid w:val="004D1324"/>
    <w:rsid w:val="004D1577"/>
    <w:rsid w:val="004E4045"/>
    <w:rsid w:val="004E7BFA"/>
    <w:rsid w:val="004F0D1A"/>
    <w:rsid w:val="004F2964"/>
    <w:rsid w:val="004F5015"/>
    <w:rsid w:val="004F57EF"/>
    <w:rsid w:val="00502BB8"/>
    <w:rsid w:val="00502D05"/>
    <w:rsid w:val="00502D42"/>
    <w:rsid w:val="005035BD"/>
    <w:rsid w:val="005045E9"/>
    <w:rsid w:val="00504CF3"/>
    <w:rsid w:val="0051013C"/>
    <w:rsid w:val="00513CC8"/>
    <w:rsid w:val="00515346"/>
    <w:rsid w:val="005170D1"/>
    <w:rsid w:val="00517AA4"/>
    <w:rsid w:val="0052127E"/>
    <w:rsid w:val="0052143C"/>
    <w:rsid w:val="00522BA9"/>
    <w:rsid w:val="00523B95"/>
    <w:rsid w:val="0052438D"/>
    <w:rsid w:val="00526080"/>
    <w:rsid w:val="00526CC2"/>
    <w:rsid w:val="0053003C"/>
    <w:rsid w:val="00531E08"/>
    <w:rsid w:val="00531F87"/>
    <w:rsid w:val="00534015"/>
    <w:rsid w:val="005348BA"/>
    <w:rsid w:val="00537407"/>
    <w:rsid w:val="00537BDD"/>
    <w:rsid w:val="005402CB"/>
    <w:rsid w:val="00541E52"/>
    <w:rsid w:val="00544982"/>
    <w:rsid w:val="00546D18"/>
    <w:rsid w:val="00554F7F"/>
    <w:rsid w:val="0055511E"/>
    <w:rsid w:val="00555562"/>
    <w:rsid w:val="0055561D"/>
    <w:rsid w:val="00555EAA"/>
    <w:rsid w:val="00557343"/>
    <w:rsid w:val="0056102D"/>
    <w:rsid w:val="00561A4C"/>
    <w:rsid w:val="005621BA"/>
    <w:rsid w:val="005629C0"/>
    <w:rsid w:val="0056479B"/>
    <w:rsid w:val="00575187"/>
    <w:rsid w:val="00583DF3"/>
    <w:rsid w:val="00584DBD"/>
    <w:rsid w:val="005853D8"/>
    <w:rsid w:val="00586CE9"/>
    <w:rsid w:val="0059221C"/>
    <w:rsid w:val="0059332C"/>
    <w:rsid w:val="00596129"/>
    <w:rsid w:val="005A2442"/>
    <w:rsid w:val="005A2800"/>
    <w:rsid w:val="005A3F45"/>
    <w:rsid w:val="005B2C03"/>
    <w:rsid w:val="005C0D56"/>
    <w:rsid w:val="005C21A8"/>
    <w:rsid w:val="005C367C"/>
    <w:rsid w:val="005C422E"/>
    <w:rsid w:val="005C4E56"/>
    <w:rsid w:val="005C5659"/>
    <w:rsid w:val="005C568A"/>
    <w:rsid w:val="005D226B"/>
    <w:rsid w:val="005D331D"/>
    <w:rsid w:val="005D53C3"/>
    <w:rsid w:val="005D7BEA"/>
    <w:rsid w:val="005E23C7"/>
    <w:rsid w:val="005F05DB"/>
    <w:rsid w:val="005F0F93"/>
    <w:rsid w:val="005F4382"/>
    <w:rsid w:val="0060136B"/>
    <w:rsid w:val="00603E54"/>
    <w:rsid w:val="006041E3"/>
    <w:rsid w:val="006062AE"/>
    <w:rsid w:val="00610888"/>
    <w:rsid w:val="0061155F"/>
    <w:rsid w:val="00611D10"/>
    <w:rsid w:val="00613B7A"/>
    <w:rsid w:val="00615FA5"/>
    <w:rsid w:val="00621311"/>
    <w:rsid w:val="0062149C"/>
    <w:rsid w:val="0062267B"/>
    <w:rsid w:val="00624761"/>
    <w:rsid w:val="006248A1"/>
    <w:rsid w:val="00626A04"/>
    <w:rsid w:val="00626CCF"/>
    <w:rsid w:val="0063011C"/>
    <w:rsid w:val="00631295"/>
    <w:rsid w:val="00632132"/>
    <w:rsid w:val="006409D5"/>
    <w:rsid w:val="00640F0B"/>
    <w:rsid w:val="00641012"/>
    <w:rsid w:val="006432E8"/>
    <w:rsid w:val="006435CB"/>
    <w:rsid w:val="00650F28"/>
    <w:rsid w:val="00651AD5"/>
    <w:rsid w:val="006530F0"/>
    <w:rsid w:val="006559B0"/>
    <w:rsid w:val="00656253"/>
    <w:rsid w:val="006563C4"/>
    <w:rsid w:val="0065644B"/>
    <w:rsid w:val="00660380"/>
    <w:rsid w:val="0066131B"/>
    <w:rsid w:val="00661E41"/>
    <w:rsid w:val="00662228"/>
    <w:rsid w:val="00663A98"/>
    <w:rsid w:val="006641A0"/>
    <w:rsid w:val="00664B53"/>
    <w:rsid w:val="006704FD"/>
    <w:rsid w:val="006722B9"/>
    <w:rsid w:val="00673865"/>
    <w:rsid w:val="006758BF"/>
    <w:rsid w:val="00675A27"/>
    <w:rsid w:val="00685359"/>
    <w:rsid w:val="00687A5C"/>
    <w:rsid w:val="006919C9"/>
    <w:rsid w:val="00692D51"/>
    <w:rsid w:val="00692FF2"/>
    <w:rsid w:val="006941F0"/>
    <w:rsid w:val="006943CA"/>
    <w:rsid w:val="00696B24"/>
    <w:rsid w:val="00696FE2"/>
    <w:rsid w:val="006A1C68"/>
    <w:rsid w:val="006A2390"/>
    <w:rsid w:val="006A2675"/>
    <w:rsid w:val="006A2B38"/>
    <w:rsid w:val="006A5842"/>
    <w:rsid w:val="006A5AAA"/>
    <w:rsid w:val="006B34F7"/>
    <w:rsid w:val="006B3C19"/>
    <w:rsid w:val="006B59D3"/>
    <w:rsid w:val="006B6B6E"/>
    <w:rsid w:val="006B7C3D"/>
    <w:rsid w:val="006C03A4"/>
    <w:rsid w:val="006C1054"/>
    <w:rsid w:val="006C1B55"/>
    <w:rsid w:val="006C2479"/>
    <w:rsid w:val="006C7EAE"/>
    <w:rsid w:val="006C7F4F"/>
    <w:rsid w:val="006D36FE"/>
    <w:rsid w:val="006D3869"/>
    <w:rsid w:val="006E17F1"/>
    <w:rsid w:val="006E27F0"/>
    <w:rsid w:val="006E5DDE"/>
    <w:rsid w:val="006E655B"/>
    <w:rsid w:val="006E6AD1"/>
    <w:rsid w:val="006F27E5"/>
    <w:rsid w:val="006F4148"/>
    <w:rsid w:val="00700E45"/>
    <w:rsid w:val="00703266"/>
    <w:rsid w:val="00703B49"/>
    <w:rsid w:val="00704D6A"/>
    <w:rsid w:val="00712365"/>
    <w:rsid w:val="00715139"/>
    <w:rsid w:val="007162CF"/>
    <w:rsid w:val="00720530"/>
    <w:rsid w:val="00720587"/>
    <w:rsid w:val="007210C3"/>
    <w:rsid w:val="00724293"/>
    <w:rsid w:val="007248E3"/>
    <w:rsid w:val="007265B8"/>
    <w:rsid w:val="00726C11"/>
    <w:rsid w:val="007313D5"/>
    <w:rsid w:val="007317E9"/>
    <w:rsid w:val="00732C5F"/>
    <w:rsid w:val="007335B3"/>
    <w:rsid w:val="007336E0"/>
    <w:rsid w:val="00737C23"/>
    <w:rsid w:val="00740427"/>
    <w:rsid w:val="007429F7"/>
    <w:rsid w:val="00744C4F"/>
    <w:rsid w:val="00745263"/>
    <w:rsid w:val="00747AAD"/>
    <w:rsid w:val="00755155"/>
    <w:rsid w:val="007565BD"/>
    <w:rsid w:val="00763EF6"/>
    <w:rsid w:val="007677F7"/>
    <w:rsid w:val="00771280"/>
    <w:rsid w:val="007814F2"/>
    <w:rsid w:val="00782ED4"/>
    <w:rsid w:val="007849C8"/>
    <w:rsid w:val="00785783"/>
    <w:rsid w:val="00786B6A"/>
    <w:rsid w:val="00787604"/>
    <w:rsid w:val="00787CB2"/>
    <w:rsid w:val="00793963"/>
    <w:rsid w:val="00795D71"/>
    <w:rsid w:val="007A0793"/>
    <w:rsid w:val="007A24E9"/>
    <w:rsid w:val="007B03EC"/>
    <w:rsid w:val="007B0769"/>
    <w:rsid w:val="007B4848"/>
    <w:rsid w:val="007B56C8"/>
    <w:rsid w:val="007B7CE0"/>
    <w:rsid w:val="007C03DD"/>
    <w:rsid w:val="007C3BB6"/>
    <w:rsid w:val="007C65BE"/>
    <w:rsid w:val="007C6948"/>
    <w:rsid w:val="007C69AD"/>
    <w:rsid w:val="007C7565"/>
    <w:rsid w:val="007D0CE5"/>
    <w:rsid w:val="007D1CBB"/>
    <w:rsid w:val="007D3C75"/>
    <w:rsid w:val="007D5F72"/>
    <w:rsid w:val="007D6034"/>
    <w:rsid w:val="007D628D"/>
    <w:rsid w:val="007D651B"/>
    <w:rsid w:val="007D7022"/>
    <w:rsid w:val="007E5B75"/>
    <w:rsid w:val="007E5BBE"/>
    <w:rsid w:val="007E661F"/>
    <w:rsid w:val="007E6C6C"/>
    <w:rsid w:val="007F133A"/>
    <w:rsid w:val="008047F6"/>
    <w:rsid w:val="00805AB2"/>
    <w:rsid w:val="0080638A"/>
    <w:rsid w:val="00813413"/>
    <w:rsid w:val="00814781"/>
    <w:rsid w:val="008162C8"/>
    <w:rsid w:val="0081660A"/>
    <w:rsid w:val="0081752B"/>
    <w:rsid w:val="008222FE"/>
    <w:rsid w:val="00822EB8"/>
    <w:rsid w:val="00830BC7"/>
    <w:rsid w:val="00830CF8"/>
    <w:rsid w:val="00831AB7"/>
    <w:rsid w:val="008327E5"/>
    <w:rsid w:val="00833BDF"/>
    <w:rsid w:val="00834C01"/>
    <w:rsid w:val="008354D7"/>
    <w:rsid w:val="0083600C"/>
    <w:rsid w:val="00837F78"/>
    <w:rsid w:val="00841542"/>
    <w:rsid w:val="0084194E"/>
    <w:rsid w:val="00847E93"/>
    <w:rsid w:val="0085155B"/>
    <w:rsid w:val="00852911"/>
    <w:rsid w:val="00854AE8"/>
    <w:rsid w:val="008644A8"/>
    <w:rsid w:val="008715F5"/>
    <w:rsid w:val="008751C2"/>
    <w:rsid w:val="008807F6"/>
    <w:rsid w:val="00880D99"/>
    <w:rsid w:val="008843F2"/>
    <w:rsid w:val="008851BB"/>
    <w:rsid w:val="00885284"/>
    <w:rsid w:val="008929E5"/>
    <w:rsid w:val="00897A26"/>
    <w:rsid w:val="008A3002"/>
    <w:rsid w:val="008A46A3"/>
    <w:rsid w:val="008A539E"/>
    <w:rsid w:val="008A7907"/>
    <w:rsid w:val="008B053C"/>
    <w:rsid w:val="008B146B"/>
    <w:rsid w:val="008B1CA0"/>
    <w:rsid w:val="008B1FB9"/>
    <w:rsid w:val="008B386B"/>
    <w:rsid w:val="008B3C5D"/>
    <w:rsid w:val="008B4C01"/>
    <w:rsid w:val="008B757D"/>
    <w:rsid w:val="008C0F6E"/>
    <w:rsid w:val="008C146E"/>
    <w:rsid w:val="008C1C71"/>
    <w:rsid w:val="008C3910"/>
    <w:rsid w:val="008C51E3"/>
    <w:rsid w:val="008D03A8"/>
    <w:rsid w:val="008D3850"/>
    <w:rsid w:val="008D6649"/>
    <w:rsid w:val="008E082B"/>
    <w:rsid w:val="008E0ACB"/>
    <w:rsid w:val="008E1BEE"/>
    <w:rsid w:val="008E379F"/>
    <w:rsid w:val="008E59D7"/>
    <w:rsid w:val="008E65FF"/>
    <w:rsid w:val="008F10A5"/>
    <w:rsid w:val="008F2267"/>
    <w:rsid w:val="008F353F"/>
    <w:rsid w:val="008F76B5"/>
    <w:rsid w:val="0090592C"/>
    <w:rsid w:val="00910891"/>
    <w:rsid w:val="00910E93"/>
    <w:rsid w:val="0091333A"/>
    <w:rsid w:val="00916C78"/>
    <w:rsid w:val="00917595"/>
    <w:rsid w:val="00920658"/>
    <w:rsid w:val="00934D3D"/>
    <w:rsid w:val="00942155"/>
    <w:rsid w:val="0094325C"/>
    <w:rsid w:val="009437D2"/>
    <w:rsid w:val="00944629"/>
    <w:rsid w:val="009446A9"/>
    <w:rsid w:val="00952A35"/>
    <w:rsid w:val="009530FC"/>
    <w:rsid w:val="00956799"/>
    <w:rsid w:val="0096073F"/>
    <w:rsid w:val="00961397"/>
    <w:rsid w:val="00962470"/>
    <w:rsid w:val="0096261C"/>
    <w:rsid w:val="00964675"/>
    <w:rsid w:val="00966287"/>
    <w:rsid w:val="00973A49"/>
    <w:rsid w:val="00973EB0"/>
    <w:rsid w:val="00974674"/>
    <w:rsid w:val="00974BFD"/>
    <w:rsid w:val="00976635"/>
    <w:rsid w:val="0098147A"/>
    <w:rsid w:val="00982B45"/>
    <w:rsid w:val="00983055"/>
    <w:rsid w:val="00983A40"/>
    <w:rsid w:val="00985866"/>
    <w:rsid w:val="00992954"/>
    <w:rsid w:val="00993F03"/>
    <w:rsid w:val="009977A6"/>
    <w:rsid w:val="00997B4E"/>
    <w:rsid w:val="009A0245"/>
    <w:rsid w:val="009A0E57"/>
    <w:rsid w:val="009A26F3"/>
    <w:rsid w:val="009A2F8C"/>
    <w:rsid w:val="009A3AAA"/>
    <w:rsid w:val="009A4D01"/>
    <w:rsid w:val="009A59BA"/>
    <w:rsid w:val="009B01DD"/>
    <w:rsid w:val="009B026B"/>
    <w:rsid w:val="009B0EEA"/>
    <w:rsid w:val="009B3CFA"/>
    <w:rsid w:val="009B45F8"/>
    <w:rsid w:val="009B699C"/>
    <w:rsid w:val="009B6AD9"/>
    <w:rsid w:val="009C0C8D"/>
    <w:rsid w:val="009C0F4D"/>
    <w:rsid w:val="009C3844"/>
    <w:rsid w:val="009C7A75"/>
    <w:rsid w:val="009D234B"/>
    <w:rsid w:val="009D71D3"/>
    <w:rsid w:val="009E3859"/>
    <w:rsid w:val="009E4117"/>
    <w:rsid w:val="009E4F99"/>
    <w:rsid w:val="009E4FF6"/>
    <w:rsid w:val="009E565A"/>
    <w:rsid w:val="009E6D3E"/>
    <w:rsid w:val="009F11A2"/>
    <w:rsid w:val="009F38C4"/>
    <w:rsid w:val="009F4013"/>
    <w:rsid w:val="009F4F3C"/>
    <w:rsid w:val="009F6193"/>
    <w:rsid w:val="00A0505A"/>
    <w:rsid w:val="00A060EB"/>
    <w:rsid w:val="00A1029B"/>
    <w:rsid w:val="00A10E19"/>
    <w:rsid w:val="00A11EF8"/>
    <w:rsid w:val="00A15EBC"/>
    <w:rsid w:val="00A2146C"/>
    <w:rsid w:val="00A25C95"/>
    <w:rsid w:val="00A310D7"/>
    <w:rsid w:val="00A327C7"/>
    <w:rsid w:val="00A3409C"/>
    <w:rsid w:val="00A34A0E"/>
    <w:rsid w:val="00A35108"/>
    <w:rsid w:val="00A35EF3"/>
    <w:rsid w:val="00A404BA"/>
    <w:rsid w:val="00A41741"/>
    <w:rsid w:val="00A41C10"/>
    <w:rsid w:val="00A42826"/>
    <w:rsid w:val="00A42CB5"/>
    <w:rsid w:val="00A447D3"/>
    <w:rsid w:val="00A46E96"/>
    <w:rsid w:val="00A546DE"/>
    <w:rsid w:val="00A609E4"/>
    <w:rsid w:val="00A62205"/>
    <w:rsid w:val="00A62510"/>
    <w:rsid w:val="00A62E75"/>
    <w:rsid w:val="00A64934"/>
    <w:rsid w:val="00A670BF"/>
    <w:rsid w:val="00A70154"/>
    <w:rsid w:val="00A70889"/>
    <w:rsid w:val="00A71795"/>
    <w:rsid w:val="00A732B1"/>
    <w:rsid w:val="00A746DF"/>
    <w:rsid w:val="00A75235"/>
    <w:rsid w:val="00A81204"/>
    <w:rsid w:val="00A814F0"/>
    <w:rsid w:val="00A82DE0"/>
    <w:rsid w:val="00A863F6"/>
    <w:rsid w:val="00A86BE5"/>
    <w:rsid w:val="00A9132E"/>
    <w:rsid w:val="00A91B67"/>
    <w:rsid w:val="00A93487"/>
    <w:rsid w:val="00A93F71"/>
    <w:rsid w:val="00A95BAE"/>
    <w:rsid w:val="00A95DC5"/>
    <w:rsid w:val="00A96316"/>
    <w:rsid w:val="00A9744C"/>
    <w:rsid w:val="00A97DA4"/>
    <w:rsid w:val="00AA3AC4"/>
    <w:rsid w:val="00AA6EEB"/>
    <w:rsid w:val="00AA73BB"/>
    <w:rsid w:val="00AB1F72"/>
    <w:rsid w:val="00AB26D3"/>
    <w:rsid w:val="00AB2B2D"/>
    <w:rsid w:val="00AB2F00"/>
    <w:rsid w:val="00AB472B"/>
    <w:rsid w:val="00AB5B39"/>
    <w:rsid w:val="00AB5C67"/>
    <w:rsid w:val="00AC07DD"/>
    <w:rsid w:val="00AC138B"/>
    <w:rsid w:val="00AC1756"/>
    <w:rsid w:val="00AC31C1"/>
    <w:rsid w:val="00AC6B59"/>
    <w:rsid w:val="00AC739F"/>
    <w:rsid w:val="00AD0F3D"/>
    <w:rsid w:val="00AD0FA9"/>
    <w:rsid w:val="00AD1895"/>
    <w:rsid w:val="00AD6485"/>
    <w:rsid w:val="00AE65EF"/>
    <w:rsid w:val="00AF18D4"/>
    <w:rsid w:val="00AF77C9"/>
    <w:rsid w:val="00B079B4"/>
    <w:rsid w:val="00B13E03"/>
    <w:rsid w:val="00B16B24"/>
    <w:rsid w:val="00B175DB"/>
    <w:rsid w:val="00B214C0"/>
    <w:rsid w:val="00B230BE"/>
    <w:rsid w:val="00B25D80"/>
    <w:rsid w:val="00B26305"/>
    <w:rsid w:val="00B26493"/>
    <w:rsid w:val="00B30692"/>
    <w:rsid w:val="00B30B3C"/>
    <w:rsid w:val="00B4094C"/>
    <w:rsid w:val="00B41F1D"/>
    <w:rsid w:val="00B433A6"/>
    <w:rsid w:val="00B447C1"/>
    <w:rsid w:val="00B45A5B"/>
    <w:rsid w:val="00B45B46"/>
    <w:rsid w:val="00B46CFB"/>
    <w:rsid w:val="00B4782F"/>
    <w:rsid w:val="00B51965"/>
    <w:rsid w:val="00B52C56"/>
    <w:rsid w:val="00B536E0"/>
    <w:rsid w:val="00B55030"/>
    <w:rsid w:val="00B56304"/>
    <w:rsid w:val="00B57D67"/>
    <w:rsid w:val="00B61324"/>
    <w:rsid w:val="00B61FB0"/>
    <w:rsid w:val="00B62D20"/>
    <w:rsid w:val="00B6624B"/>
    <w:rsid w:val="00B6786F"/>
    <w:rsid w:val="00B77841"/>
    <w:rsid w:val="00B8101E"/>
    <w:rsid w:val="00B8337B"/>
    <w:rsid w:val="00B8606F"/>
    <w:rsid w:val="00B867EF"/>
    <w:rsid w:val="00B87D28"/>
    <w:rsid w:val="00B908C4"/>
    <w:rsid w:val="00B952AF"/>
    <w:rsid w:val="00B96CCE"/>
    <w:rsid w:val="00BA0F09"/>
    <w:rsid w:val="00BA1AD1"/>
    <w:rsid w:val="00BA690A"/>
    <w:rsid w:val="00BB0425"/>
    <w:rsid w:val="00BB1C19"/>
    <w:rsid w:val="00BB342F"/>
    <w:rsid w:val="00BB4A2A"/>
    <w:rsid w:val="00BB4D42"/>
    <w:rsid w:val="00BB4FCB"/>
    <w:rsid w:val="00BB6AB5"/>
    <w:rsid w:val="00BC048D"/>
    <w:rsid w:val="00BC09EB"/>
    <w:rsid w:val="00BC13CF"/>
    <w:rsid w:val="00BC47B2"/>
    <w:rsid w:val="00BC4A35"/>
    <w:rsid w:val="00BC4D55"/>
    <w:rsid w:val="00BC7446"/>
    <w:rsid w:val="00BD1B73"/>
    <w:rsid w:val="00BD3A6C"/>
    <w:rsid w:val="00BD6C5E"/>
    <w:rsid w:val="00BD7172"/>
    <w:rsid w:val="00BE02CA"/>
    <w:rsid w:val="00BF4DE9"/>
    <w:rsid w:val="00BF55FA"/>
    <w:rsid w:val="00C006DE"/>
    <w:rsid w:val="00C0418E"/>
    <w:rsid w:val="00C06560"/>
    <w:rsid w:val="00C112AE"/>
    <w:rsid w:val="00C13FE6"/>
    <w:rsid w:val="00C1499B"/>
    <w:rsid w:val="00C15B94"/>
    <w:rsid w:val="00C217EA"/>
    <w:rsid w:val="00C31272"/>
    <w:rsid w:val="00C33B37"/>
    <w:rsid w:val="00C34546"/>
    <w:rsid w:val="00C349C9"/>
    <w:rsid w:val="00C363FA"/>
    <w:rsid w:val="00C37721"/>
    <w:rsid w:val="00C378BA"/>
    <w:rsid w:val="00C37F8B"/>
    <w:rsid w:val="00C452A0"/>
    <w:rsid w:val="00C460B6"/>
    <w:rsid w:val="00C4682B"/>
    <w:rsid w:val="00C52992"/>
    <w:rsid w:val="00C56647"/>
    <w:rsid w:val="00C60D74"/>
    <w:rsid w:val="00C617CD"/>
    <w:rsid w:val="00C65871"/>
    <w:rsid w:val="00C659D3"/>
    <w:rsid w:val="00C717A9"/>
    <w:rsid w:val="00C80181"/>
    <w:rsid w:val="00C80536"/>
    <w:rsid w:val="00C80649"/>
    <w:rsid w:val="00C857C4"/>
    <w:rsid w:val="00C866E2"/>
    <w:rsid w:val="00C86D0C"/>
    <w:rsid w:val="00C91FDB"/>
    <w:rsid w:val="00C976AA"/>
    <w:rsid w:val="00C978AE"/>
    <w:rsid w:val="00CA068F"/>
    <w:rsid w:val="00CA394B"/>
    <w:rsid w:val="00CA5747"/>
    <w:rsid w:val="00CB1607"/>
    <w:rsid w:val="00CB17BF"/>
    <w:rsid w:val="00CB17EC"/>
    <w:rsid w:val="00CB3801"/>
    <w:rsid w:val="00CB3C1D"/>
    <w:rsid w:val="00CB3D57"/>
    <w:rsid w:val="00CB5D26"/>
    <w:rsid w:val="00CC584E"/>
    <w:rsid w:val="00CD02A2"/>
    <w:rsid w:val="00CD1AD0"/>
    <w:rsid w:val="00CD2152"/>
    <w:rsid w:val="00CD3114"/>
    <w:rsid w:val="00CD39CA"/>
    <w:rsid w:val="00CD6B16"/>
    <w:rsid w:val="00CD7E5E"/>
    <w:rsid w:val="00CE0D6B"/>
    <w:rsid w:val="00CE3F9A"/>
    <w:rsid w:val="00CE5B65"/>
    <w:rsid w:val="00CF161E"/>
    <w:rsid w:val="00CF1F61"/>
    <w:rsid w:val="00CF6859"/>
    <w:rsid w:val="00D067DB"/>
    <w:rsid w:val="00D07EC6"/>
    <w:rsid w:val="00D07FB4"/>
    <w:rsid w:val="00D10B67"/>
    <w:rsid w:val="00D10F0E"/>
    <w:rsid w:val="00D160D2"/>
    <w:rsid w:val="00D17204"/>
    <w:rsid w:val="00D201D8"/>
    <w:rsid w:val="00D22672"/>
    <w:rsid w:val="00D23B21"/>
    <w:rsid w:val="00D23F55"/>
    <w:rsid w:val="00D24E72"/>
    <w:rsid w:val="00D26A60"/>
    <w:rsid w:val="00D2767F"/>
    <w:rsid w:val="00D32336"/>
    <w:rsid w:val="00D332A7"/>
    <w:rsid w:val="00D40EB4"/>
    <w:rsid w:val="00D4604E"/>
    <w:rsid w:val="00D52C7C"/>
    <w:rsid w:val="00D549F2"/>
    <w:rsid w:val="00D558DB"/>
    <w:rsid w:val="00D6267C"/>
    <w:rsid w:val="00D6295B"/>
    <w:rsid w:val="00D70A01"/>
    <w:rsid w:val="00D71E61"/>
    <w:rsid w:val="00D74303"/>
    <w:rsid w:val="00D84872"/>
    <w:rsid w:val="00D86288"/>
    <w:rsid w:val="00D86BF3"/>
    <w:rsid w:val="00D90AF8"/>
    <w:rsid w:val="00D93AD1"/>
    <w:rsid w:val="00D94D91"/>
    <w:rsid w:val="00DA08DD"/>
    <w:rsid w:val="00DA3A6E"/>
    <w:rsid w:val="00DA70C7"/>
    <w:rsid w:val="00DB240D"/>
    <w:rsid w:val="00DC0C47"/>
    <w:rsid w:val="00DC2055"/>
    <w:rsid w:val="00DC547B"/>
    <w:rsid w:val="00DD0B89"/>
    <w:rsid w:val="00DD143D"/>
    <w:rsid w:val="00DD171F"/>
    <w:rsid w:val="00DD178B"/>
    <w:rsid w:val="00DD1FBB"/>
    <w:rsid w:val="00DD562E"/>
    <w:rsid w:val="00DE037A"/>
    <w:rsid w:val="00DE0BA9"/>
    <w:rsid w:val="00DE6167"/>
    <w:rsid w:val="00DE7092"/>
    <w:rsid w:val="00DF78B7"/>
    <w:rsid w:val="00E01058"/>
    <w:rsid w:val="00E03CAC"/>
    <w:rsid w:val="00E10EAD"/>
    <w:rsid w:val="00E12B8E"/>
    <w:rsid w:val="00E13883"/>
    <w:rsid w:val="00E139E3"/>
    <w:rsid w:val="00E14DDA"/>
    <w:rsid w:val="00E16343"/>
    <w:rsid w:val="00E17E1B"/>
    <w:rsid w:val="00E204AE"/>
    <w:rsid w:val="00E21C1C"/>
    <w:rsid w:val="00E22328"/>
    <w:rsid w:val="00E2786D"/>
    <w:rsid w:val="00E27A05"/>
    <w:rsid w:val="00E305DF"/>
    <w:rsid w:val="00E32CA7"/>
    <w:rsid w:val="00E332D2"/>
    <w:rsid w:val="00E33F75"/>
    <w:rsid w:val="00E36286"/>
    <w:rsid w:val="00E36FB1"/>
    <w:rsid w:val="00E41183"/>
    <w:rsid w:val="00E43710"/>
    <w:rsid w:val="00E44C93"/>
    <w:rsid w:val="00E5102F"/>
    <w:rsid w:val="00E542FB"/>
    <w:rsid w:val="00E5787A"/>
    <w:rsid w:val="00E60C9A"/>
    <w:rsid w:val="00E60FAA"/>
    <w:rsid w:val="00E65512"/>
    <w:rsid w:val="00E67B28"/>
    <w:rsid w:val="00E74C79"/>
    <w:rsid w:val="00E80795"/>
    <w:rsid w:val="00E80965"/>
    <w:rsid w:val="00E81DC4"/>
    <w:rsid w:val="00E82347"/>
    <w:rsid w:val="00E82739"/>
    <w:rsid w:val="00E8583F"/>
    <w:rsid w:val="00E91A02"/>
    <w:rsid w:val="00E91E72"/>
    <w:rsid w:val="00E93617"/>
    <w:rsid w:val="00E944DF"/>
    <w:rsid w:val="00E96EA6"/>
    <w:rsid w:val="00EA4BC3"/>
    <w:rsid w:val="00EA5C09"/>
    <w:rsid w:val="00EA62F2"/>
    <w:rsid w:val="00EA6774"/>
    <w:rsid w:val="00EA77DD"/>
    <w:rsid w:val="00EA7B62"/>
    <w:rsid w:val="00EB0706"/>
    <w:rsid w:val="00EB355B"/>
    <w:rsid w:val="00EB37C7"/>
    <w:rsid w:val="00EB41E4"/>
    <w:rsid w:val="00EB567B"/>
    <w:rsid w:val="00EB6A98"/>
    <w:rsid w:val="00EC0715"/>
    <w:rsid w:val="00EC30B7"/>
    <w:rsid w:val="00EC5D13"/>
    <w:rsid w:val="00ED0BFF"/>
    <w:rsid w:val="00ED325A"/>
    <w:rsid w:val="00ED767A"/>
    <w:rsid w:val="00ED7A96"/>
    <w:rsid w:val="00EE1BC3"/>
    <w:rsid w:val="00EE43CA"/>
    <w:rsid w:val="00EE5495"/>
    <w:rsid w:val="00EF036B"/>
    <w:rsid w:val="00EF2AF7"/>
    <w:rsid w:val="00EF4882"/>
    <w:rsid w:val="00EF50D9"/>
    <w:rsid w:val="00F05FF1"/>
    <w:rsid w:val="00F076CA"/>
    <w:rsid w:val="00F11EF5"/>
    <w:rsid w:val="00F12125"/>
    <w:rsid w:val="00F13A2D"/>
    <w:rsid w:val="00F2337F"/>
    <w:rsid w:val="00F24354"/>
    <w:rsid w:val="00F253E7"/>
    <w:rsid w:val="00F27159"/>
    <w:rsid w:val="00F30478"/>
    <w:rsid w:val="00F34AE6"/>
    <w:rsid w:val="00F37D50"/>
    <w:rsid w:val="00F42302"/>
    <w:rsid w:val="00F44541"/>
    <w:rsid w:val="00F44BC4"/>
    <w:rsid w:val="00F50517"/>
    <w:rsid w:val="00F50584"/>
    <w:rsid w:val="00F5412A"/>
    <w:rsid w:val="00F5660B"/>
    <w:rsid w:val="00F60B2E"/>
    <w:rsid w:val="00F60BB6"/>
    <w:rsid w:val="00F62DB3"/>
    <w:rsid w:val="00F6363C"/>
    <w:rsid w:val="00F642E7"/>
    <w:rsid w:val="00F64C4D"/>
    <w:rsid w:val="00F70AE0"/>
    <w:rsid w:val="00F730F0"/>
    <w:rsid w:val="00F74CDB"/>
    <w:rsid w:val="00F754A9"/>
    <w:rsid w:val="00F84130"/>
    <w:rsid w:val="00F849B4"/>
    <w:rsid w:val="00F92120"/>
    <w:rsid w:val="00F923A7"/>
    <w:rsid w:val="00F95635"/>
    <w:rsid w:val="00FA7424"/>
    <w:rsid w:val="00FA77D9"/>
    <w:rsid w:val="00FB00D1"/>
    <w:rsid w:val="00FB20E0"/>
    <w:rsid w:val="00FB254E"/>
    <w:rsid w:val="00FB2739"/>
    <w:rsid w:val="00FB5071"/>
    <w:rsid w:val="00FC0153"/>
    <w:rsid w:val="00FC1885"/>
    <w:rsid w:val="00FC60F1"/>
    <w:rsid w:val="00FD02E5"/>
    <w:rsid w:val="00FD07A2"/>
    <w:rsid w:val="00FD1257"/>
    <w:rsid w:val="00FD21EB"/>
    <w:rsid w:val="00FD42E6"/>
    <w:rsid w:val="00FD4641"/>
    <w:rsid w:val="00FD542D"/>
    <w:rsid w:val="00FF5227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FB9"/>
    <w:pPr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1FB9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8B1FB9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5">
    <w:name w:val="Body Text"/>
    <w:basedOn w:val="a"/>
    <w:rsid w:val="008B1FB9"/>
    <w:pPr>
      <w:spacing w:after="120"/>
    </w:pPr>
  </w:style>
  <w:style w:type="paragraph" w:styleId="a6">
    <w:name w:val="Body Text First Indent"/>
    <w:basedOn w:val="a5"/>
    <w:rsid w:val="008B1FB9"/>
    <w:pPr>
      <w:ind w:firstLine="709"/>
    </w:pPr>
  </w:style>
  <w:style w:type="paragraph" w:styleId="a7">
    <w:name w:val="caption"/>
    <w:basedOn w:val="a"/>
    <w:next w:val="a"/>
    <w:qFormat/>
    <w:rsid w:val="008B1FB9"/>
    <w:pPr>
      <w:spacing w:before="120" w:after="120"/>
      <w:jc w:val="right"/>
    </w:pPr>
    <w:rPr>
      <w:b/>
    </w:rPr>
  </w:style>
  <w:style w:type="paragraph" w:styleId="1">
    <w:name w:val="index 1"/>
    <w:basedOn w:val="a"/>
    <w:next w:val="a"/>
    <w:autoRedefine/>
    <w:semiHidden/>
    <w:rsid w:val="008B1FB9"/>
    <w:pPr>
      <w:ind w:left="260" w:hanging="260"/>
    </w:pPr>
  </w:style>
  <w:style w:type="paragraph" w:styleId="a8">
    <w:name w:val="footer"/>
    <w:basedOn w:val="a"/>
    <w:rsid w:val="008B1FB9"/>
    <w:pPr>
      <w:tabs>
        <w:tab w:val="center" w:pos="4153"/>
        <w:tab w:val="right" w:pos="8306"/>
      </w:tabs>
    </w:pPr>
  </w:style>
  <w:style w:type="character" w:styleId="a9">
    <w:name w:val="Hyperlink"/>
    <w:basedOn w:val="a0"/>
    <w:rsid w:val="008B1FB9"/>
    <w:rPr>
      <w:color w:val="0000FF"/>
      <w:u w:val="single"/>
    </w:rPr>
  </w:style>
  <w:style w:type="table" w:styleId="aa">
    <w:name w:val="Table Grid"/>
    <w:basedOn w:val="a1"/>
    <w:rsid w:val="007313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A546DE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paragraph" w:styleId="ac">
    <w:name w:val="Subtitle"/>
    <w:basedOn w:val="a"/>
    <w:qFormat/>
    <w:rsid w:val="00A546DE"/>
    <w:pPr>
      <w:jc w:val="center"/>
    </w:pPr>
    <w:rPr>
      <w:b/>
      <w:bCs/>
      <w:sz w:val="24"/>
      <w:szCs w:val="24"/>
    </w:rPr>
  </w:style>
  <w:style w:type="paragraph" w:styleId="ad">
    <w:name w:val="Balloon Text"/>
    <w:basedOn w:val="a"/>
    <w:link w:val="ae"/>
    <w:rsid w:val="006A1C6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A1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FB9"/>
    <w:pPr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1FB9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8B1FB9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5">
    <w:name w:val="Body Text"/>
    <w:basedOn w:val="a"/>
    <w:rsid w:val="008B1FB9"/>
    <w:pPr>
      <w:spacing w:after="120"/>
    </w:pPr>
  </w:style>
  <w:style w:type="paragraph" w:styleId="a6">
    <w:name w:val="Body Text First Indent"/>
    <w:basedOn w:val="a5"/>
    <w:rsid w:val="008B1FB9"/>
    <w:pPr>
      <w:ind w:firstLine="709"/>
    </w:pPr>
  </w:style>
  <w:style w:type="paragraph" w:styleId="a7">
    <w:name w:val="caption"/>
    <w:basedOn w:val="a"/>
    <w:next w:val="a"/>
    <w:qFormat/>
    <w:rsid w:val="008B1FB9"/>
    <w:pPr>
      <w:spacing w:before="120" w:after="120"/>
      <w:jc w:val="right"/>
    </w:pPr>
    <w:rPr>
      <w:b/>
    </w:rPr>
  </w:style>
  <w:style w:type="paragraph" w:styleId="1">
    <w:name w:val="index 1"/>
    <w:basedOn w:val="a"/>
    <w:next w:val="a"/>
    <w:autoRedefine/>
    <w:semiHidden/>
    <w:rsid w:val="008B1FB9"/>
    <w:pPr>
      <w:ind w:left="260" w:hanging="260"/>
    </w:pPr>
  </w:style>
  <w:style w:type="paragraph" w:styleId="a8">
    <w:name w:val="footer"/>
    <w:basedOn w:val="a"/>
    <w:rsid w:val="008B1FB9"/>
    <w:pPr>
      <w:tabs>
        <w:tab w:val="center" w:pos="4153"/>
        <w:tab w:val="right" w:pos="8306"/>
      </w:tabs>
    </w:pPr>
  </w:style>
  <w:style w:type="character" w:styleId="a9">
    <w:name w:val="Hyperlink"/>
    <w:basedOn w:val="a0"/>
    <w:rsid w:val="008B1FB9"/>
    <w:rPr>
      <w:color w:val="0000FF"/>
      <w:u w:val="single"/>
    </w:rPr>
  </w:style>
  <w:style w:type="table" w:styleId="aa">
    <w:name w:val="Table Grid"/>
    <w:basedOn w:val="a1"/>
    <w:rsid w:val="007313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A546DE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paragraph" w:styleId="ac">
    <w:name w:val="Subtitle"/>
    <w:basedOn w:val="a"/>
    <w:qFormat/>
    <w:rsid w:val="00A546DE"/>
    <w:pPr>
      <w:jc w:val="center"/>
    </w:pPr>
    <w:rPr>
      <w:b/>
      <w:bCs/>
      <w:sz w:val="24"/>
      <w:szCs w:val="24"/>
    </w:rPr>
  </w:style>
  <w:style w:type="paragraph" w:styleId="ad">
    <w:name w:val="Balloon Text"/>
    <w:basedOn w:val="a"/>
    <w:link w:val="ae"/>
    <w:rsid w:val="006A1C6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A1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41;&#1083;&#1072;&#1085;&#1082;%20&#1040;&#1075;&#1077;&#1085;&#1090;&#1089;&#1090;&#1074;&#1086;%20&#1087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3076-3ED2-4CB8-A247-939784BA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Агентство письмо</Template>
  <TotalTime>0</TotalTime>
  <Pages>7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</vt:lpstr>
    </vt:vector>
  </TitlesOfParts>
  <Company>МГИ РК</Company>
  <LinksUpToDate>false</LinksUpToDate>
  <CharactersWithSpaces>11930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</dc:title>
  <dc:creator>User</dc:creator>
  <cp:lastModifiedBy>Джангр Имкинов</cp:lastModifiedBy>
  <cp:revision>3</cp:revision>
  <cp:lastPrinted>2014-01-28T13:22:00Z</cp:lastPrinted>
  <dcterms:created xsi:type="dcterms:W3CDTF">2016-08-11T06:56:00Z</dcterms:created>
  <dcterms:modified xsi:type="dcterms:W3CDTF">2016-08-11T06:57:00Z</dcterms:modified>
</cp:coreProperties>
</file>